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34BE3" w14:textId="2462023A" w:rsidR="00D06DEE" w:rsidRPr="003C31BF" w:rsidRDefault="00D86651" w:rsidP="00A849C4">
      <w:pPr>
        <w:pStyle w:val="Header"/>
        <w:ind w:left="567" w:right="567"/>
        <w:rPr>
          <w:rFonts w:ascii="Calibri" w:hAnsi="Calibri" w:cs="Calibri"/>
          <w:sz w:val="24"/>
        </w:rPr>
      </w:pPr>
      <w:r>
        <w:rPr>
          <w:rFonts w:ascii="Calibri" w:hAnsi="Calibri" w:cs="Calibri"/>
          <w:sz w:val="24"/>
        </w:rPr>
        <w:t>OUTLINE</w:t>
      </w:r>
    </w:p>
    <w:p w14:paraId="08832686" w14:textId="77777777" w:rsidR="00A849C4" w:rsidRDefault="00A849C4" w:rsidP="00A849C4">
      <w:pPr>
        <w:ind w:left="567" w:right="567"/>
        <w:rPr>
          <w:rFonts w:ascii="Calibri" w:hAnsi="Calibri" w:cs="Calibri"/>
        </w:rPr>
      </w:pPr>
    </w:p>
    <w:p w14:paraId="2A699B1A" w14:textId="77777777" w:rsidR="00B95C54" w:rsidRDefault="009664A3" w:rsidP="00A849C4">
      <w:pPr>
        <w:ind w:left="567" w:right="567"/>
        <w:rPr>
          <w:rFonts w:ascii="Calibri" w:hAnsi="Calibri" w:cs="Calibri"/>
        </w:rPr>
      </w:pPr>
      <w:r>
        <w:rPr>
          <w:rFonts w:ascii="Calibri" w:hAnsi="Calibri" w:cs="Calibri"/>
        </w:rPr>
        <w:t xml:space="preserve">In this practical class you will derive multiple </w:t>
      </w:r>
      <w:r w:rsidR="007F422D">
        <w:rPr>
          <w:rFonts w:ascii="Calibri" w:hAnsi="Calibri" w:cs="Calibri"/>
        </w:rPr>
        <w:t>elevation</w:t>
      </w:r>
      <w:r>
        <w:rPr>
          <w:rFonts w:ascii="Calibri" w:hAnsi="Calibri" w:cs="Calibri"/>
        </w:rPr>
        <w:t xml:space="preserve"> models of a small river reach using data from Bridge Creek, Oregon – a research site currently being analysed to study the impacts of beaver on river morphology and flood dynamics.  The goal of the exercise is to implement the basic workflow described in the lecture … interpolating raw survey observations into a TIN and resampling this into a raster surface model.  Specifically, you are asked to implement and document this processing chain in three ways:</w:t>
      </w:r>
    </w:p>
    <w:p w14:paraId="307005AB" w14:textId="77777777" w:rsidR="009664A3" w:rsidRDefault="009664A3" w:rsidP="00A849C4">
      <w:pPr>
        <w:ind w:left="567" w:right="567"/>
        <w:rPr>
          <w:rFonts w:ascii="Calibri" w:hAnsi="Calibri" w:cs="Calibri"/>
        </w:rPr>
      </w:pPr>
    </w:p>
    <w:p w14:paraId="54964710" w14:textId="1F3B853E" w:rsidR="009664A3" w:rsidRPr="00D86651" w:rsidRDefault="009664A3" w:rsidP="00D86651">
      <w:pPr>
        <w:pStyle w:val="ListParagraph"/>
        <w:numPr>
          <w:ilvl w:val="0"/>
          <w:numId w:val="36"/>
        </w:numPr>
        <w:ind w:right="567"/>
        <w:rPr>
          <w:rFonts w:ascii="Calibri" w:hAnsi="Calibri" w:cs="Calibri"/>
        </w:rPr>
      </w:pPr>
      <w:r w:rsidRPr="00D86651">
        <w:rPr>
          <w:rFonts w:ascii="Calibri" w:hAnsi="Calibri" w:cs="Calibri"/>
        </w:rPr>
        <w:t xml:space="preserve">creating a TIN and </w:t>
      </w:r>
      <w:r w:rsidR="00D86651">
        <w:rPr>
          <w:rFonts w:ascii="Calibri" w:hAnsi="Calibri" w:cs="Calibri"/>
        </w:rPr>
        <w:t xml:space="preserve">raster DEM by resampling </w:t>
      </w:r>
      <w:r w:rsidRPr="00D86651">
        <w:rPr>
          <w:rFonts w:ascii="Calibri" w:hAnsi="Calibri" w:cs="Calibri"/>
        </w:rPr>
        <w:t xml:space="preserve">(at </w:t>
      </w:r>
      <w:r w:rsidR="00D86651">
        <w:rPr>
          <w:rFonts w:ascii="Calibri" w:hAnsi="Calibri" w:cs="Calibri"/>
        </w:rPr>
        <w:t>0.5</w:t>
      </w:r>
      <w:r w:rsidRPr="00D86651">
        <w:rPr>
          <w:rFonts w:ascii="Calibri" w:hAnsi="Calibri" w:cs="Calibri"/>
        </w:rPr>
        <w:t xml:space="preserve"> m) without any manual editing</w:t>
      </w:r>
    </w:p>
    <w:p w14:paraId="243117C4" w14:textId="4372FF53" w:rsidR="009664A3" w:rsidRDefault="009664A3" w:rsidP="009664A3">
      <w:pPr>
        <w:pStyle w:val="ListParagraph"/>
        <w:numPr>
          <w:ilvl w:val="0"/>
          <w:numId w:val="36"/>
        </w:numPr>
        <w:ind w:right="567"/>
        <w:rPr>
          <w:rFonts w:ascii="Calibri" w:hAnsi="Calibri" w:cs="Calibri"/>
        </w:rPr>
      </w:pPr>
      <w:r>
        <w:rPr>
          <w:rFonts w:ascii="Calibri" w:hAnsi="Calibri" w:cs="Calibri"/>
        </w:rPr>
        <w:t>as (</w:t>
      </w:r>
      <w:r w:rsidR="00D86651">
        <w:rPr>
          <w:rFonts w:ascii="Calibri" w:hAnsi="Calibri" w:cs="Calibri"/>
        </w:rPr>
        <w:t>1</w:t>
      </w:r>
      <w:r>
        <w:rPr>
          <w:rFonts w:ascii="Calibri" w:hAnsi="Calibri" w:cs="Calibri"/>
        </w:rPr>
        <w:t>) above, but us</w:t>
      </w:r>
      <w:r w:rsidR="00D86651">
        <w:rPr>
          <w:rFonts w:ascii="Calibri" w:hAnsi="Calibri" w:cs="Calibri"/>
        </w:rPr>
        <w:t>e</w:t>
      </w:r>
      <w:r>
        <w:rPr>
          <w:rFonts w:ascii="Calibri" w:hAnsi="Calibri" w:cs="Calibri"/>
        </w:rPr>
        <w:t xml:space="preserve"> the TIN editing tools to manual</w:t>
      </w:r>
      <w:r w:rsidR="00D86651">
        <w:rPr>
          <w:rFonts w:ascii="Calibri" w:hAnsi="Calibri" w:cs="Calibri"/>
        </w:rPr>
        <w:t>ly</w:t>
      </w:r>
      <w:r>
        <w:rPr>
          <w:rFonts w:ascii="Calibri" w:hAnsi="Calibri" w:cs="Calibri"/>
        </w:rPr>
        <w:t xml:space="preserve"> correct obvious visual errors</w:t>
      </w:r>
      <w:r w:rsidR="00D86651">
        <w:rPr>
          <w:rFonts w:ascii="Calibri" w:hAnsi="Calibri" w:cs="Calibri"/>
        </w:rPr>
        <w:t xml:space="preserve"> using the aerial imagery for support</w:t>
      </w:r>
    </w:p>
    <w:p w14:paraId="0A6983B6" w14:textId="646364F9" w:rsidR="009664A3" w:rsidRDefault="009664A3" w:rsidP="009664A3">
      <w:pPr>
        <w:pStyle w:val="ListParagraph"/>
        <w:numPr>
          <w:ilvl w:val="0"/>
          <w:numId w:val="36"/>
        </w:numPr>
        <w:ind w:right="567"/>
        <w:rPr>
          <w:rFonts w:ascii="Calibri" w:hAnsi="Calibri" w:cs="Calibri"/>
        </w:rPr>
      </w:pPr>
      <w:r>
        <w:rPr>
          <w:rFonts w:ascii="Calibri" w:hAnsi="Calibri" w:cs="Calibri"/>
        </w:rPr>
        <w:t>as (</w:t>
      </w:r>
      <w:r w:rsidR="00D86651">
        <w:rPr>
          <w:rFonts w:ascii="Calibri" w:hAnsi="Calibri" w:cs="Calibri"/>
        </w:rPr>
        <w:t>1</w:t>
      </w:r>
      <w:r>
        <w:rPr>
          <w:rFonts w:ascii="Calibri" w:hAnsi="Calibri" w:cs="Calibri"/>
        </w:rPr>
        <w:t>) above, but incorporat</w:t>
      </w:r>
      <w:r w:rsidR="00D86651">
        <w:rPr>
          <w:rFonts w:ascii="Calibri" w:hAnsi="Calibri" w:cs="Calibri"/>
        </w:rPr>
        <w:t>e</w:t>
      </w:r>
      <w:r>
        <w:rPr>
          <w:rFonts w:ascii="Calibri" w:hAnsi="Calibri" w:cs="Calibri"/>
        </w:rPr>
        <w:t xml:space="preserve"> </w:t>
      </w:r>
      <w:proofErr w:type="spellStart"/>
      <w:r>
        <w:rPr>
          <w:rFonts w:ascii="Calibri" w:hAnsi="Calibri" w:cs="Calibri"/>
        </w:rPr>
        <w:t>breaklines</w:t>
      </w:r>
      <w:proofErr w:type="spellEnd"/>
      <w:r w:rsidR="00D86651">
        <w:rPr>
          <w:rFonts w:ascii="Calibri" w:hAnsi="Calibri" w:cs="Calibri"/>
        </w:rPr>
        <w:t xml:space="preserve"> in the generation of the TIN.  Compare this automated product to 1 and 2</w:t>
      </w:r>
    </w:p>
    <w:p w14:paraId="0CEE97DD" w14:textId="77777777" w:rsidR="009664A3" w:rsidRDefault="009664A3" w:rsidP="009664A3">
      <w:pPr>
        <w:ind w:right="567"/>
        <w:rPr>
          <w:rFonts w:ascii="Calibri" w:hAnsi="Calibri" w:cs="Calibri"/>
        </w:rPr>
      </w:pPr>
    </w:p>
    <w:p w14:paraId="3844BC59" w14:textId="77777777" w:rsidR="009664A3" w:rsidRPr="009664A3" w:rsidRDefault="009664A3" w:rsidP="009664A3">
      <w:pPr>
        <w:ind w:left="567" w:right="567"/>
        <w:rPr>
          <w:rFonts w:ascii="Calibri" w:hAnsi="Calibri" w:cs="Calibri"/>
        </w:rPr>
      </w:pPr>
      <w:r>
        <w:rPr>
          <w:rFonts w:ascii="Calibri" w:hAnsi="Calibri" w:cs="Calibri"/>
        </w:rPr>
        <w:t xml:space="preserve">For each of the above processing steps, your finalized raster models should obey the basic principles of orthogonality and concurrency to ensure they are </w:t>
      </w:r>
      <w:proofErr w:type="spellStart"/>
      <w:r>
        <w:rPr>
          <w:rFonts w:ascii="Calibri" w:hAnsi="Calibri" w:cs="Calibri"/>
        </w:rPr>
        <w:t>intercomparable</w:t>
      </w:r>
      <w:proofErr w:type="spellEnd"/>
      <w:r>
        <w:rPr>
          <w:rFonts w:ascii="Calibri" w:hAnsi="Calibri" w:cs="Calibri"/>
        </w:rPr>
        <w:t>.</w:t>
      </w:r>
    </w:p>
    <w:p w14:paraId="3FFA6B9D" w14:textId="77777777" w:rsidR="00821927" w:rsidRPr="003C31BF" w:rsidRDefault="004008D1" w:rsidP="00A849C4">
      <w:pPr>
        <w:pStyle w:val="Heading1"/>
        <w:ind w:left="567" w:right="567"/>
        <w:rPr>
          <w:rFonts w:ascii="Calibri" w:hAnsi="Calibri" w:cs="Calibri"/>
        </w:rPr>
      </w:pPr>
      <w:r w:rsidRPr="003C31BF">
        <w:rPr>
          <w:rFonts w:ascii="Calibri" w:hAnsi="Calibri" w:cs="Calibri"/>
        </w:rPr>
        <w:t xml:space="preserve">Data and </w:t>
      </w:r>
      <w:r w:rsidR="00821927" w:rsidRPr="003C31BF">
        <w:rPr>
          <w:rFonts w:ascii="Calibri" w:hAnsi="Calibri" w:cs="Calibri"/>
        </w:rPr>
        <w:t>Background:</w:t>
      </w:r>
    </w:p>
    <w:p w14:paraId="04FF323E" w14:textId="77777777" w:rsidR="00821927" w:rsidRPr="003C31BF" w:rsidRDefault="00821927" w:rsidP="00A849C4">
      <w:pPr>
        <w:ind w:left="567" w:right="567"/>
        <w:rPr>
          <w:rFonts w:ascii="Calibri" w:hAnsi="Calibri" w:cs="Calibri"/>
        </w:rPr>
      </w:pPr>
    </w:p>
    <w:p w14:paraId="4D371D95" w14:textId="77777777" w:rsidR="009664A3" w:rsidRDefault="009664A3" w:rsidP="009664A3">
      <w:pPr>
        <w:ind w:left="567" w:right="567"/>
        <w:rPr>
          <w:rFonts w:ascii="Calibri" w:hAnsi="Calibri" w:cs="Calibri"/>
        </w:rPr>
      </w:pPr>
      <w:r>
        <w:rPr>
          <w:rFonts w:ascii="Calibri" w:hAnsi="Calibri" w:cs="Calibri"/>
        </w:rPr>
        <w:t>Data for this project come from Bridge Creek, Oregon.  You are provided with:</w:t>
      </w:r>
    </w:p>
    <w:p w14:paraId="5676CBA6" w14:textId="77777777" w:rsidR="009664A3" w:rsidRDefault="009664A3" w:rsidP="009664A3">
      <w:pPr>
        <w:ind w:left="567" w:right="567"/>
        <w:rPr>
          <w:rFonts w:ascii="Calibri" w:hAnsi="Calibri" w:cs="Calibri"/>
        </w:rPr>
      </w:pPr>
    </w:p>
    <w:p w14:paraId="266F7613" w14:textId="77777777" w:rsidR="009664A3" w:rsidRDefault="009664A3" w:rsidP="009664A3">
      <w:pPr>
        <w:pStyle w:val="ListParagraph"/>
        <w:numPr>
          <w:ilvl w:val="0"/>
          <w:numId w:val="37"/>
        </w:numPr>
        <w:ind w:right="567"/>
        <w:rPr>
          <w:rFonts w:ascii="Calibri" w:hAnsi="Calibri" w:cs="Calibri"/>
        </w:rPr>
      </w:pPr>
      <w:r>
        <w:rPr>
          <w:rFonts w:ascii="Calibri" w:hAnsi="Calibri" w:cs="Calibri"/>
        </w:rPr>
        <w:t>a raster aerial image of the site</w:t>
      </w:r>
    </w:p>
    <w:p w14:paraId="1D11776B" w14:textId="77777777" w:rsidR="009664A3" w:rsidRDefault="009664A3" w:rsidP="009664A3">
      <w:pPr>
        <w:pStyle w:val="ListParagraph"/>
        <w:numPr>
          <w:ilvl w:val="0"/>
          <w:numId w:val="37"/>
        </w:numPr>
        <w:ind w:right="567"/>
        <w:rPr>
          <w:rFonts w:ascii="Calibri" w:hAnsi="Calibri" w:cs="Calibri"/>
        </w:rPr>
      </w:pPr>
      <w:r>
        <w:rPr>
          <w:rFonts w:ascii="Calibri" w:hAnsi="Calibri" w:cs="Calibri"/>
        </w:rPr>
        <w:t>a shapefile of raw total station survey observations</w:t>
      </w:r>
    </w:p>
    <w:p w14:paraId="421F0668" w14:textId="77777777" w:rsidR="009664A3" w:rsidRDefault="009664A3" w:rsidP="009664A3">
      <w:pPr>
        <w:pStyle w:val="ListParagraph"/>
        <w:numPr>
          <w:ilvl w:val="0"/>
          <w:numId w:val="37"/>
        </w:numPr>
        <w:ind w:right="567"/>
        <w:rPr>
          <w:rFonts w:ascii="Calibri" w:hAnsi="Calibri" w:cs="Calibri"/>
        </w:rPr>
      </w:pPr>
      <w:r>
        <w:rPr>
          <w:rFonts w:ascii="Calibri" w:hAnsi="Calibri" w:cs="Calibri"/>
        </w:rPr>
        <w:t>a digitized shapefile the demarcates the survey extent</w:t>
      </w:r>
    </w:p>
    <w:p w14:paraId="3B45A903" w14:textId="77777777" w:rsidR="009664A3" w:rsidRDefault="009664A3" w:rsidP="009664A3">
      <w:pPr>
        <w:pStyle w:val="ListParagraph"/>
        <w:numPr>
          <w:ilvl w:val="0"/>
          <w:numId w:val="37"/>
        </w:numPr>
        <w:ind w:right="567"/>
        <w:rPr>
          <w:rFonts w:ascii="Calibri" w:hAnsi="Calibri" w:cs="Calibri"/>
        </w:rPr>
      </w:pPr>
      <w:r>
        <w:rPr>
          <w:rFonts w:ascii="Calibri" w:hAnsi="Calibri" w:cs="Calibri"/>
        </w:rPr>
        <w:t xml:space="preserve">a shapefile containing manually surveyed </w:t>
      </w:r>
      <w:proofErr w:type="spellStart"/>
      <w:r>
        <w:rPr>
          <w:rFonts w:ascii="Calibri" w:hAnsi="Calibri" w:cs="Calibri"/>
        </w:rPr>
        <w:t>breaklines</w:t>
      </w:r>
      <w:proofErr w:type="spellEnd"/>
    </w:p>
    <w:p w14:paraId="7A719AC6" w14:textId="77777777" w:rsidR="009664A3" w:rsidRDefault="009664A3" w:rsidP="009664A3">
      <w:pPr>
        <w:ind w:right="567"/>
        <w:rPr>
          <w:rFonts w:ascii="Calibri" w:hAnsi="Calibri" w:cs="Calibri"/>
        </w:rPr>
      </w:pPr>
    </w:p>
    <w:p w14:paraId="734B9117" w14:textId="77777777" w:rsidR="009664A3" w:rsidRDefault="009664A3" w:rsidP="009664A3">
      <w:pPr>
        <w:ind w:left="567" w:right="567"/>
        <w:rPr>
          <w:rFonts w:ascii="Calibri" w:hAnsi="Calibri" w:cs="Calibri"/>
        </w:rPr>
      </w:pPr>
      <w:r>
        <w:rPr>
          <w:rFonts w:ascii="Calibri" w:hAnsi="Calibri" w:cs="Calibri"/>
        </w:rPr>
        <w:t>All data are projected into the NAD83 UTM Zone 10N coordinate system.</w:t>
      </w:r>
    </w:p>
    <w:p w14:paraId="350A269A" w14:textId="77777777" w:rsidR="009664A3" w:rsidRDefault="009664A3" w:rsidP="009664A3">
      <w:pPr>
        <w:ind w:left="567" w:right="567"/>
        <w:rPr>
          <w:rFonts w:ascii="Calibri" w:hAnsi="Calibri" w:cs="Calibri"/>
        </w:rPr>
      </w:pPr>
    </w:p>
    <w:p w14:paraId="6177B68A" w14:textId="77777777" w:rsidR="009664A3" w:rsidRPr="003C31BF" w:rsidRDefault="009664A3" w:rsidP="009664A3">
      <w:pPr>
        <w:pStyle w:val="Heading1"/>
        <w:ind w:left="567" w:right="567"/>
        <w:rPr>
          <w:rFonts w:ascii="Calibri" w:hAnsi="Calibri" w:cs="Calibri"/>
        </w:rPr>
      </w:pPr>
      <w:r>
        <w:rPr>
          <w:rFonts w:ascii="Calibri" w:hAnsi="Calibri" w:cs="Calibri"/>
        </w:rPr>
        <w:t>Reporting:</w:t>
      </w:r>
    </w:p>
    <w:p w14:paraId="48A2A8BE" w14:textId="77777777" w:rsidR="009664A3" w:rsidRDefault="009664A3" w:rsidP="009664A3">
      <w:pPr>
        <w:ind w:left="567" w:right="567"/>
        <w:rPr>
          <w:rFonts w:ascii="Calibri" w:hAnsi="Calibri" w:cs="Calibri"/>
        </w:rPr>
      </w:pPr>
    </w:p>
    <w:p w14:paraId="7E74F116" w14:textId="77777777" w:rsidR="00D86651" w:rsidRDefault="009664A3" w:rsidP="009664A3">
      <w:pPr>
        <w:ind w:left="567" w:right="567"/>
        <w:rPr>
          <w:rFonts w:ascii="Calibri" w:hAnsi="Calibri" w:cs="Calibri"/>
        </w:rPr>
      </w:pPr>
      <w:r>
        <w:rPr>
          <w:rFonts w:ascii="Calibri" w:hAnsi="Calibri" w:cs="Calibri"/>
        </w:rPr>
        <w:t>The report for this project comprises three pages based on the proforma given below.  Essentially, you are asked to provide map outputs of the TIN and associated DEM for each of the processing steps given above (</w:t>
      </w:r>
      <w:r w:rsidR="00D86651">
        <w:rPr>
          <w:rFonts w:ascii="Calibri" w:hAnsi="Calibri" w:cs="Calibri"/>
        </w:rPr>
        <w:t>1</w:t>
      </w:r>
      <w:r>
        <w:rPr>
          <w:rFonts w:ascii="Calibri" w:hAnsi="Calibri" w:cs="Calibri"/>
        </w:rPr>
        <w:t>-</w:t>
      </w:r>
      <w:r w:rsidR="00D86651">
        <w:rPr>
          <w:rFonts w:ascii="Calibri" w:hAnsi="Calibri" w:cs="Calibri"/>
        </w:rPr>
        <w:t>3</w:t>
      </w:r>
      <w:r>
        <w:rPr>
          <w:rFonts w:ascii="Calibri" w:hAnsi="Calibri" w:cs="Calibri"/>
        </w:rPr>
        <w:t xml:space="preserve">), accompanied by a short commentary identifying </w:t>
      </w:r>
      <w:r w:rsidR="007F422D">
        <w:rPr>
          <w:rFonts w:ascii="Calibri" w:hAnsi="Calibri" w:cs="Calibri"/>
        </w:rPr>
        <w:t xml:space="preserve">the generic methods and an interpretation of the models produced.  </w:t>
      </w:r>
    </w:p>
    <w:p w14:paraId="48A774B0" w14:textId="77777777" w:rsidR="00D86651" w:rsidRDefault="00D86651" w:rsidP="009664A3">
      <w:pPr>
        <w:ind w:left="567" w:right="567"/>
        <w:rPr>
          <w:rFonts w:ascii="Calibri" w:hAnsi="Calibri" w:cs="Calibri"/>
        </w:rPr>
      </w:pPr>
    </w:p>
    <w:p w14:paraId="23306E59" w14:textId="1B81DBF9" w:rsidR="009664A3" w:rsidRDefault="007F422D" w:rsidP="009664A3">
      <w:pPr>
        <w:ind w:left="567" w:right="567"/>
        <w:rPr>
          <w:rFonts w:ascii="Calibri" w:hAnsi="Calibri" w:cs="Calibri"/>
        </w:rPr>
      </w:pPr>
      <w:r>
        <w:rPr>
          <w:rFonts w:ascii="Calibri" w:hAnsi="Calibri" w:cs="Calibri"/>
        </w:rPr>
        <w:t>The maps produced should be presented to a high standard, using appropriate survey legends, map scales and orientation arrows (or with a projection grids) and an explanatory caption</w:t>
      </w:r>
      <w:r w:rsidR="00D86651">
        <w:rPr>
          <w:rFonts w:ascii="Calibri" w:hAnsi="Calibri" w:cs="Calibri"/>
        </w:rPr>
        <w:t xml:space="preserve"> for each figure</w:t>
      </w:r>
      <w:r>
        <w:rPr>
          <w:rFonts w:ascii="Calibri" w:hAnsi="Calibri" w:cs="Calibri"/>
        </w:rPr>
        <w:t xml:space="preserve">. </w:t>
      </w:r>
    </w:p>
    <w:p w14:paraId="14060056" w14:textId="77777777" w:rsidR="009664A3" w:rsidRDefault="009664A3" w:rsidP="009664A3">
      <w:pPr>
        <w:ind w:left="567" w:right="567"/>
        <w:rPr>
          <w:rFonts w:ascii="Calibri" w:hAnsi="Calibri" w:cs="Calibri"/>
        </w:rPr>
      </w:pPr>
    </w:p>
    <w:p w14:paraId="454798F7" w14:textId="77777777" w:rsidR="009664A3" w:rsidRDefault="009664A3" w:rsidP="009664A3">
      <w:pPr>
        <w:ind w:left="567" w:right="567"/>
        <w:rPr>
          <w:rFonts w:ascii="Calibri" w:hAnsi="Calibri" w:cs="Calibri"/>
        </w:rPr>
      </w:pPr>
    </w:p>
    <w:p w14:paraId="66C41EA2" w14:textId="77777777" w:rsidR="009664A3" w:rsidRDefault="009664A3" w:rsidP="009664A3">
      <w:pPr>
        <w:ind w:left="567" w:right="567"/>
        <w:rPr>
          <w:rFonts w:ascii="Calibri" w:hAnsi="Calibri" w:cs="Calibri"/>
        </w:rPr>
      </w:pPr>
    </w:p>
    <w:p w14:paraId="0CD82411" w14:textId="77777777" w:rsidR="009664A3" w:rsidRDefault="009664A3" w:rsidP="009664A3">
      <w:pPr>
        <w:ind w:left="567" w:right="567"/>
        <w:rPr>
          <w:rFonts w:ascii="Calibri" w:hAnsi="Calibri" w:cs="Calibri"/>
        </w:rPr>
      </w:pPr>
    </w:p>
    <w:p w14:paraId="5AEC5347" w14:textId="77777777" w:rsidR="009664A3" w:rsidRDefault="009664A3" w:rsidP="009664A3">
      <w:pPr>
        <w:ind w:left="567" w:right="567"/>
        <w:rPr>
          <w:rFonts w:ascii="Calibri" w:hAnsi="Calibri" w:cs="Calibri"/>
        </w:rPr>
      </w:pPr>
    </w:p>
    <w:p w14:paraId="37439FFD" w14:textId="77777777" w:rsidR="009664A3" w:rsidRDefault="009664A3" w:rsidP="009664A3">
      <w:pPr>
        <w:ind w:left="567" w:right="567"/>
        <w:rPr>
          <w:rFonts w:ascii="Calibri" w:hAnsi="Calibri" w:cs="Calibri"/>
        </w:rPr>
      </w:pPr>
    </w:p>
    <w:p w14:paraId="385D748B" w14:textId="77777777" w:rsidR="009664A3" w:rsidRDefault="009664A3" w:rsidP="009664A3">
      <w:pPr>
        <w:ind w:left="567" w:right="567"/>
        <w:rPr>
          <w:rFonts w:ascii="Calibri" w:hAnsi="Calibri" w:cs="Calibri"/>
        </w:rPr>
      </w:pPr>
    </w:p>
    <w:p w14:paraId="744CC4D8" w14:textId="77777777" w:rsidR="009664A3" w:rsidRDefault="009664A3" w:rsidP="009664A3">
      <w:pPr>
        <w:ind w:left="567" w:right="567"/>
        <w:rPr>
          <w:rFonts w:ascii="Calibri" w:hAnsi="Calibri" w:cs="Calibri"/>
        </w:rPr>
      </w:pPr>
    </w:p>
    <w:p w14:paraId="40289631" w14:textId="77777777" w:rsidR="009664A3" w:rsidRDefault="009664A3" w:rsidP="009664A3">
      <w:pPr>
        <w:ind w:left="567" w:right="567"/>
        <w:rPr>
          <w:rFonts w:ascii="Calibri" w:hAnsi="Calibri" w:cs="Calibri"/>
        </w:rPr>
      </w:pPr>
    </w:p>
    <w:p w14:paraId="7016BC3A" w14:textId="77777777" w:rsidR="009664A3" w:rsidRDefault="009664A3" w:rsidP="009664A3">
      <w:pPr>
        <w:ind w:left="567" w:right="567"/>
        <w:rPr>
          <w:rFonts w:ascii="Calibri" w:hAnsi="Calibri" w:cs="Calibri"/>
        </w:rPr>
      </w:pPr>
    </w:p>
    <w:p w14:paraId="333FE286" w14:textId="77777777" w:rsidR="009664A3" w:rsidRDefault="009664A3" w:rsidP="009664A3">
      <w:pPr>
        <w:ind w:left="567" w:right="567"/>
        <w:rPr>
          <w:rFonts w:ascii="Calibri" w:hAnsi="Calibri" w:cs="Calibri"/>
        </w:rPr>
      </w:pPr>
    </w:p>
    <w:p w14:paraId="34E2066C" w14:textId="77777777" w:rsidR="009664A3" w:rsidRDefault="009664A3" w:rsidP="009664A3">
      <w:pPr>
        <w:ind w:left="567" w:right="567"/>
        <w:rPr>
          <w:rFonts w:ascii="Calibri" w:hAnsi="Calibri" w:cs="Calibri"/>
        </w:rPr>
      </w:pPr>
    </w:p>
    <w:p w14:paraId="5E1D2B9C" w14:textId="77777777" w:rsidR="009664A3" w:rsidRDefault="009664A3" w:rsidP="009664A3">
      <w:pPr>
        <w:ind w:left="567" w:right="567"/>
        <w:rPr>
          <w:rFonts w:ascii="Calibri" w:hAnsi="Calibri" w:cs="Calibri"/>
        </w:rPr>
      </w:pPr>
    </w:p>
    <w:p w14:paraId="201ED95D" w14:textId="77777777" w:rsidR="009664A3" w:rsidRDefault="009664A3" w:rsidP="009664A3">
      <w:pPr>
        <w:ind w:left="567" w:right="567"/>
        <w:rPr>
          <w:rFonts w:ascii="Calibri" w:hAnsi="Calibri" w:cs="Calibri"/>
        </w:rPr>
      </w:pPr>
    </w:p>
    <w:p w14:paraId="5A858885" w14:textId="77777777" w:rsidR="009664A3" w:rsidRDefault="009664A3" w:rsidP="009664A3">
      <w:pPr>
        <w:ind w:left="567" w:right="567"/>
        <w:rPr>
          <w:rFonts w:ascii="Calibri" w:hAnsi="Calibri" w:cs="Calibri"/>
        </w:rPr>
      </w:pPr>
    </w:p>
    <w:p w14:paraId="751632C0" w14:textId="7CF2C5CD" w:rsidR="007F422D" w:rsidRPr="003C31BF" w:rsidRDefault="007F422D" w:rsidP="007F422D">
      <w:pPr>
        <w:pStyle w:val="Heading1"/>
        <w:ind w:left="567" w:right="567"/>
        <w:rPr>
          <w:rFonts w:ascii="Calibri" w:hAnsi="Calibri" w:cs="Calibri"/>
        </w:rPr>
      </w:pPr>
      <w:r>
        <w:rPr>
          <w:rFonts w:ascii="Calibri" w:hAnsi="Calibri" w:cs="Calibri"/>
        </w:rPr>
        <w:lastRenderedPageBreak/>
        <w:t>RESULTS</w:t>
      </w:r>
      <w:r w:rsidR="00D86651">
        <w:rPr>
          <w:rFonts w:ascii="Calibri" w:hAnsi="Calibri" w:cs="Calibri"/>
        </w:rPr>
        <w:t xml:space="preserve"> 1</w:t>
      </w:r>
      <w:r>
        <w:rPr>
          <w:rFonts w:ascii="Calibri" w:hAnsi="Calibri" w:cs="Calibri"/>
        </w:rPr>
        <w:t xml:space="preserve">: </w:t>
      </w:r>
      <w:r w:rsidR="00D86651">
        <w:rPr>
          <w:rFonts w:ascii="Calibri" w:hAnsi="Calibri" w:cs="Calibri"/>
        </w:rPr>
        <w:t>RAW PROCESSING CHAIN (NO BREAKLINES OR MANUAL EDITING)</w:t>
      </w:r>
    </w:p>
    <w:p w14:paraId="6FA5E8E8" w14:textId="77777777" w:rsidR="007F422D" w:rsidRDefault="007F422D" w:rsidP="009664A3">
      <w:pPr>
        <w:ind w:left="567" w:right="567"/>
        <w:rPr>
          <w:rFonts w:ascii="Calibri" w:hAnsi="Calibri" w:cs="Calibri"/>
          <w:b/>
        </w:rPr>
      </w:pPr>
    </w:p>
    <w:tbl>
      <w:tblPr>
        <w:tblStyle w:val="TableGrid"/>
        <w:tblW w:w="10772" w:type="dxa"/>
        <w:tblInd w:w="567" w:type="dxa"/>
        <w:tblLook w:val="04A0" w:firstRow="1" w:lastRow="0" w:firstColumn="1" w:lastColumn="0" w:noHBand="0" w:noVBand="1"/>
      </w:tblPr>
      <w:tblGrid>
        <w:gridCol w:w="5386"/>
        <w:gridCol w:w="5386"/>
      </w:tblGrid>
      <w:tr w:rsidR="007F422D" w14:paraId="0309B6D4" w14:textId="77777777" w:rsidTr="007F422D">
        <w:tc>
          <w:tcPr>
            <w:tcW w:w="5386" w:type="dxa"/>
          </w:tcPr>
          <w:p w14:paraId="4AE5018B" w14:textId="77777777" w:rsidR="007F422D" w:rsidRDefault="007F422D" w:rsidP="009664A3">
            <w:pPr>
              <w:ind w:right="567"/>
              <w:rPr>
                <w:rFonts w:ascii="Calibri" w:hAnsi="Calibri" w:cs="Calibri"/>
                <w:b/>
              </w:rPr>
            </w:pPr>
          </w:p>
          <w:p w14:paraId="4E7915AD" w14:textId="77777777" w:rsidR="007F422D" w:rsidRDefault="007F422D" w:rsidP="009664A3">
            <w:pPr>
              <w:ind w:right="567"/>
              <w:rPr>
                <w:rFonts w:ascii="Calibri" w:hAnsi="Calibri" w:cs="Calibri"/>
                <w:b/>
              </w:rPr>
            </w:pPr>
          </w:p>
          <w:p w14:paraId="16416212" w14:textId="77777777" w:rsidR="007F422D" w:rsidRDefault="007F422D" w:rsidP="009664A3">
            <w:pPr>
              <w:ind w:right="567"/>
              <w:rPr>
                <w:rFonts w:ascii="Calibri" w:hAnsi="Calibri" w:cs="Calibri"/>
                <w:b/>
              </w:rPr>
            </w:pPr>
          </w:p>
          <w:p w14:paraId="655C064F" w14:textId="77777777" w:rsidR="007F422D" w:rsidRDefault="007F422D" w:rsidP="009664A3">
            <w:pPr>
              <w:ind w:right="567"/>
              <w:rPr>
                <w:rFonts w:ascii="Calibri" w:hAnsi="Calibri" w:cs="Calibri"/>
                <w:b/>
              </w:rPr>
            </w:pPr>
          </w:p>
          <w:p w14:paraId="166AE044" w14:textId="77777777" w:rsidR="007F422D" w:rsidRDefault="007F422D" w:rsidP="009664A3">
            <w:pPr>
              <w:ind w:right="567"/>
              <w:rPr>
                <w:rFonts w:ascii="Calibri" w:hAnsi="Calibri" w:cs="Calibri"/>
                <w:b/>
              </w:rPr>
            </w:pPr>
          </w:p>
          <w:p w14:paraId="1D2A42D5" w14:textId="77777777" w:rsidR="007F422D" w:rsidRDefault="007F422D" w:rsidP="009664A3">
            <w:pPr>
              <w:ind w:right="567"/>
              <w:rPr>
                <w:rFonts w:ascii="Calibri" w:hAnsi="Calibri" w:cs="Calibri"/>
                <w:b/>
              </w:rPr>
            </w:pPr>
          </w:p>
          <w:p w14:paraId="7952ACB5" w14:textId="77777777" w:rsidR="007F422D" w:rsidRDefault="007F422D" w:rsidP="009664A3">
            <w:pPr>
              <w:ind w:right="567"/>
              <w:rPr>
                <w:rFonts w:ascii="Calibri" w:hAnsi="Calibri" w:cs="Calibri"/>
                <w:b/>
              </w:rPr>
            </w:pPr>
          </w:p>
          <w:p w14:paraId="73B898F5" w14:textId="77777777" w:rsidR="007F422D" w:rsidRDefault="007F422D" w:rsidP="009664A3">
            <w:pPr>
              <w:ind w:right="567"/>
              <w:rPr>
                <w:rFonts w:ascii="Calibri" w:hAnsi="Calibri" w:cs="Calibri"/>
                <w:b/>
              </w:rPr>
            </w:pPr>
          </w:p>
          <w:p w14:paraId="0BD0DCED" w14:textId="77777777" w:rsidR="007F422D" w:rsidRDefault="007F422D" w:rsidP="009664A3">
            <w:pPr>
              <w:ind w:right="567"/>
              <w:rPr>
                <w:rFonts w:ascii="Calibri" w:hAnsi="Calibri" w:cs="Calibri"/>
                <w:b/>
              </w:rPr>
            </w:pPr>
          </w:p>
          <w:p w14:paraId="66B8358E" w14:textId="77777777" w:rsidR="007F422D" w:rsidRDefault="007F422D" w:rsidP="009664A3">
            <w:pPr>
              <w:ind w:right="567"/>
              <w:rPr>
                <w:rFonts w:ascii="Calibri" w:hAnsi="Calibri" w:cs="Calibri"/>
                <w:b/>
              </w:rPr>
            </w:pPr>
          </w:p>
          <w:p w14:paraId="43EB7109" w14:textId="77777777" w:rsidR="007F422D" w:rsidRDefault="007F422D" w:rsidP="009664A3">
            <w:pPr>
              <w:ind w:right="567"/>
              <w:rPr>
                <w:rFonts w:ascii="Calibri" w:hAnsi="Calibri" w:cs="Calibri"/>
                <w:b/>
              </w:rPr>
            </w:pPr>
          </w:p>
          <w:p w14:paraId="3A5C480D" w14:textId="77777777" w:rsidR="007F422D" w:rsidRDefault="007F422D" w:rsidP="009664A3">
            <w:pPr>
              <w:ind w:right="567"/>
              <w:rPr>
                <w:rFonts w:ascii="Calibri" w:hAnsi="Calibri" w:cs="Calibri"/>
                <w:b/>
              </w:rPr>
            </w:pPr>
          </w:p>
          <w:p w14:paraId="0144F624" w14:textId="77777777" w:rsidR="007F422D" w:rsidRDefault="007F422D" w:rsidP="009664A3">
            <w:pPr>
              <w:ind w:right="567"/>
              <w:rPr>
                <w:rFonts w:ascii="Calibri" w:hAnsi="Calibri" w:cs="Calibri"/>
                <w:b/>
              </w:rPr>
            </w:pPr>
          </w:p>
          <w:p w14:paraId="4DA36745" w14:textId="77777777" w:rsidR="007F422D" w:rsidRDefault="007F422D" w:rsidP="009664A3">
            <w:pPr>
              <w:ind w:right="567"/>
              <w:rPr>
                <w:rFonts w:ascii="Calibri" w:hAnsi="Calibri" w:cs="Calibri"/>
                <w:b/>
              </w:rPr>
            </w:pPr>
          </w:p>
          <w:p w14:paraId="10BD91A5" w14:textId="77777777" w:rsidR="007F422D" w:rsidRDefault="007F422D" w:rsidP="009664A3">
            <w:pPr>
              <w:ind w:right="567"/>
              <w:rPr>
                <w:rFonts w:ascii="Calibri" w:hAnsi="Calibri" w:cs="Calibri"/>
                <w:b/>
              </w:rPr>
            </w:pPr>
          </w:p>
          <w:p w14:paraId="53892222" w14:textId="77777777" w:rsidR="007F422D" w:rsidRDefault="007F422D" w:rsidP="009664A3">
            <w:pPr>
              <w:ind w:right="567"/>
              <w:rPr>
                <w:rFonts w:ascii="Calibri" w:hAnsi="Calibri" w:cs="Calibri"/>
                <w:b/>
              </w:rPr>
            </w:pPr>
          </w:p>
          <w:p w14:paraId="4EEF5F39" w14:textId="77777777" w:rsidR="007F422D" w:rsidRDefault="007F422D" w:rsidP="009664A3">
            <w:pPr>
              <w:ind w:right="567"/>
              <w:rPr>
                <w:rFonts w:ascii="Calibri" w:hAnsi="Calibri" w:cs="Calibri"/>
                <w:b/>
              </w:rPr>
            </w:pPr>
          </w:p>
          <w:p w14:paraId="5024E4A0" w14:textId="77777777" w:rsidR="007F422D" w:rsidRDefault="007F422D" w:rsidP="009664A3">
            <w:pPr>
              <w:ind w:right="567"/>
              <w:rPr>
                <w:rFonts w:ascii="Calibri" w:hAnsi="Calibri" w:cs="Calibri"/>
                <w:b/>
              </w:rPr>
            </w:pPr>
          </w:p>
          <w:p w14:paraId="32639C93" w14:textId="77777777" w:rsidR="007F422D" w:rsidRDefault="007F422D" w:rsidP="009664A3">
            <w:pPr>
              <w:ind w:right="567"/>
              <w:rPr>
                <w:rFonts w:ascii="Calibri" w:hAnsi="Calibri" w:cs="Calibri"/>
                <w:b/>
              </w:rPr>
            </w:pPr>
          </w:p>
          <w:p w14:paraId="327A9410" w14:textId="77777777" w:rsidR="007F422D" w:rsidRDefault="007F422D" w:rsidP="009664A3">
            <w:pPr>
              <w:ind w:right="567"/>
              <w:rPr>
                <w:rFonts w:ascii="Calibri" w:hAnsi="Calibri" w:cs="Calibri"/>
                <w:b/>
              </w:rPr>
            </w:pPr>
          </w:p>
          <w:p w14:paraId="238EE96E" w14:textId="77777777" w:rsidR="007F422D" w:rsidRDefault="007F422D" w:rsidP="009664A3">
            <w:pPr>
              <w:ind w:right="567"/>
              <w:rPr>
                <w:rFonts w:ascii="Calibri" w:hAnsi="Calibri" w:cs="Calibri"/>
                <w:b/>
              </w:rPr>
            </w:pPr>
          </w:p>
          <w:p w14:paraId="3C9DDC9B" w14:textId="77777777" w:rsidR="007F422D" w:rsidRDefault="007F422D" w:rsidP="009664A3">
            <w:pPr>
              <w:ind w:right="567"/>
              <w:rPr>
                <w:rFonts w:ascii="Calibri" w:hAnsi="Calibri" w:cs="Calibri"/>
                <w:b/>
              </w:rPr>
            </w:pPr>
          </w:p>
          <w:p w14:paraId="0F24F044" w14:textId="77777777" w:rsidR="007F422D" w:rsidRDefault="007F422D" w:rsidP="009664A3">
            <w:pPr>
              <w:ind w:right="567"/>
              <w:rPr>
                <w:rFonts w:ascii="Calibri" w:hAnsi="Calibri" w:cs="Calibri"/>
                <w:b/>
              </w:rPr>
            </w:pPr>
          </w:p>
          <w:p w14:paraId="17221EE5" w14:textId="77777777" w:rsidR="007F422D" w:rsidRDefault="007F422D" w:rsidP="009664A3">
            <w:pPr>
              <w:ind w:right="567"/>
              <w:rPr>
                <w:rFonts w:ascii="Calibri" w:hAnsi="Calibri" w:cs="Calibri"/>
                <w:b/>
              </w:rPr>
            </w:pPr>
          </w:p>
          <w:p w14:paraId="130807E4" w14:textId="77777777" w:rsidR="007F422D" w:rsidRDefault="007F422D" w:rsidP="009664A3">
            <w:pPr>
              <w:ind w:right="567"/>
              <w:rPr>
                <w:rFonts w:ascii="Calibri" w:hAnsi="Calibri" w:cs="Calibri"/>
                <w:b/>
              </w:rPr>
            </w:pPr>
          </w:p>
          <w:p w14:paraId="3623815B" w14:textId="77777777" w:rsidR="007F422D" w:rsidRDefault="007F422D" w:rsidP="009664A3">
            <w:pPr>
              <w:ind w:right="567"/>
              <w:rPr>
                <w:rFonts w:ascii="Calibri" w:hAnsi="Calibri" w:cs="Calibri"/>
                <w:b/>
              </w:rPr>
            </w:pPr>
          </w:p>
          <w:p w14:paraId="0B265D7F" w14:textId="77777777" w:rsidR="007F422D" w:rsidRDefault="007F422D" w:rsidP="009664A3">
            <w:pPr>
              <w:ind w:right="567"/>
              <w:rPr>
                <w:rFonts w:ascii="Calibri" w:hAnsi="Calibri" w:cs="Calibri"/>
                <w:b/>
              </w:rPr>
            </w:pPr>
          </w:p>
          <w:p w14:paraId="59DD9805" w14:textId="77777777" w:rsidR="007F422D" w:rsidRDefault="007F422D" w:rsidP="009664A3">
            <w:pPr>
              <w:ind w:right="567"/>
              <w:rPr>
                <w:rFonts w:ascii="Calibri" w:hAnsi="Calibri" w:cs="Calibri"/>
                <w:b/>
              </w:rPr>
            </w:pPr>
          </w:p>
        </w:tc>
        <w:tc>
          <w:tcPr>
            <w:tcW w:w="5386" w:type="dxa"/>
          </w:tcPr>
          <w:p w14:paraId="251DCB37" w14:textId="77777777" w:rsidR="007F422D" w:rsidRDefault="007F422D" w:rsidP="009664A3">
            <w:pPr>
              <w:ind w:right="567"/>
              <w:rPr>
                <w:rFonts w:ascii="Calibri" w:hAnsi="Calibri" w:cs="Calibri"/>
                <w:b/>
              </w:rPr>
            </w:pPr>
          </w:p>
        </w:tc>
      </w:tr>
      <w:tr w:rsidR="007F422D" w14:paraId="37D570E1" w14:textId="77777777" w:rsidTr="007F422D">
        <w:tc>
          <w:tcPr>
            <w:tcW w:w="5386" w:type="dxa"/>
          </w:tcPr>
          <w:p w14:paraId="26B79F2F" w14:textId="77777777" w:rsidR="007F422D" w:rsidRDefault="007F422D" w:rsidP="009664A3">
            <w:pPr>
              <w:ind w:right="567"/>
              <w:rPr>
                <w:rFonts w:ascii="Calibri" w:hAnsi="Calibri" w:cs="Calibri"/>
                <w:b/>
              </w:rPr>
            </w:pPr>
            <w:r>
              <w:rPr>
                <w:rFonts w:ascii="Calibri" w:hAnsi="Calibri" w:cs="Calibri"/>
                <w:b/>
              </w:rPr>
              <w:t>Figure 1:</w:t>
            </w:r>
          </w:p>
          <w:p w14:paraId="6D62A272" w14:textId="77777777" w:rsidR="007F422D" w:rsidRDefault="007F422D" w:rsidP="009664A3">
            <w:pPr>
              <w:ind w:right="567"/>
              <w:rPr>
                <w:rFonts w:ascii="Calibri" w:hAnsi="Calibri" w:cs="Calibri"/>
                <w:b/>
              </w:rPr>
            </w:pPr>
          </w:p>
          <w:p w14:paraId="7BFECE1F" w14:textId="77777777" w:rsidR="007F422D" w:rsidRDefault="007F422D" w:rsidP="009664A3">
            <w:pPr>
              <w:ind w:right="567"/>
              <w:rPr>
                <w:rFonts w:ascii="Calibri" w:hAnsi="Calibri" w:cs="Calibri"/>
                <w:b/>
              </w:rPr>
            </w:pPr>
          </w:p>
        </w:tc>
        <w:tc>
          <w:tcPr>
            <w:tcW w:w="5386" w:type="dxa"/>
          </w:tcPr>
          <w:p w14:paraId="79366BE0" w14:textId="77777777" w:rsidR="007F422D" w:rsidRDefault="007F422D" w:rsidP="009664A3">
            <w:pPr>
              <w:ind w:right="567"/>
              <w:rPr>
                <w:rFonts w:ascii="Calibri" w:hAnsi="Calibri" w:cs="Calibri"/>
                <w:b/>
              </w:rPr>
            </w:pPr>
            <w:r>
              <w:rPr>
                <w:rFonts w:ascii="Calibri" w:hAnsi="Calibri" w:cs="Calibri"/>
                <w:b/>
              </w:rPr>
              <w:t>Figure 2:</w:t>
            </w:r>
          </w:p>
        </w:tc>
      </w:tr>
    </w:tbl>
    <w:p w14:paraId="12582F00" w14:textId="77777777" w:rsidR="007F422D" w:rsidRDefault="007F422D" w:rsidP="009664A3">
      <w:pPr>
        <w:ind w:left="567" w:right="567"/>
        <w:rPr>
          <w:rFonts w:ascii="Calibri" w:hAnsi="Calibri" w:cs="Calibri"/>
          <w:b/>
        </w:rPr>
      </w:pPr>
    </w:p>
    <w:tbl>
      <w:tblPr>
        <w:tblStyle w:val="TableGrid"/>
        <w:tblW w:w="0" w:type="auto"/>
        <w:tblInd w:w="567" w:type="dxa"/>
        <w:tblLook w:val="04A0" w:firstRow="1" w:lastRow="0" w:firstColumn="1" w:lastColumn="0" w:noHBand="0" w:noVBand="1"/>
      </w:tblPr>
      <w:tblGrid>
        <w:gridCol w:w="10772"/>
      </w:tblGrid>
      <w:tr w:rsidR="007F422D" w14:paraId="427E8AE6" w14:textId="77777777" w:rsidTr="007F422D">
        <w:tc>
          <w:tcPr>
            <w:tcW w:w="10772" w:type="dxa"/>
          </w:tcPr>
          <w:p w14:paraId="5C0FBC82" w14:textId="77777777" w:rsidR="007F422D" w:rsidRDefault="007F422D" w:rsidP="009664A3">
            <w:pPr>
              <w:ind w:right="567"/>
              <w:rPr>
                <w:rFonts w:ascii="Calibri" w:hAnsi="Calibri" w:cs="Calibri"/>
                <w:b/>
              </w:rPr>
            </w:pPr>
          </w:p>
          <w:p w14:paraId="62BFB931" w14:textId="77777777" w:rsidR="007F422D" w:rsidRDefault="007F422D" w:rsidP="009664A3">
            <w:pPr>
              <w:ind w:right="567"/>
              <w:rPr>
                <w:rFonts w:ascii="Calibri" w:hAnsi="Calibri" w:cs="Calibri"/>
                <w:b/>
              </w:rPr>
            </w:pPr>
            <w:r>
              <w:rPr>
                <w:rFonts w:ascii="Calibri" w:hAnsi="Calibri" w:cs="Calibri"/>
                <w:b/>
              </w:rPr>
              <w:t>Method and Interpretation (100-150 words):</w:t>
            </w:r>
          </w:p>
          <w:p w14:paraId="70307134" w14:textId="77777777" w:rsidR="007F422D" w:rsidRDefault="007F422D" w:rsidP="009664A3">
            <w:pPr>
              <w:ind w:right="567"/>
              <w:rPr>
                <w:rFonts w:ascii="Calibri" w:hAnsi="Calibri" w:cs="Calibri"/>
                <w:b/>
              </w:rPr>
            </w:pPr>
          </w:p>
          <w:p w14:paraId="0D73C105" w14:textId="77777777" w:rsidR="007F422D" w:rsidRDefault="007F422D" w:rsidP="009664A3">
            <w:pPr>
              <w:ind w:right="567"/>
              <w:rPr>
                <w:rFonts w:ascii="Calibri" w:hAnsi="Calibri" w:cs="Calibri"/>
                <w:b/>
              </w:rPr>
            </w:pPr>
          </w:p>
          <w:p w14:paraId="2CC08A4D" w14:textId="77777777" w:rsidR="007F422D" w:rsidRDefault="007F422D" w:rsidP="009664A3">
            <w:pPr>
              <w:ind w:right="567"/>
              <w:rPr>
                <w:rFonts w:ascii="Calibri" w:hAnsi="Calibri" w:cs="Calibri"/>
                <w:b/>
              </w:rPr>
            </w:pPr>
          </w:p>
          <w:p w14:paraId="71866943" w14:textId="77777777" w:rsidR="007F422D" w:rsidRDefault="007F422D" w:rsidP="009664A3">
            <w:pPr>
              <w:ind w:right="567"/>
              <w:rPr>
                <w:rFonts w:ascii="Calibri" w:hAnsi="Calibri" w:cs="Calibri"/>
                <w:b/>
              </w:rPr>
            </w:pPr>
          </w:p>
          <w:p w14:paraId="4C811F82" w14:textId="77777777" w:rsidR="007F422D" w:rsidRDefault="007F422D" w:rsidP="009664A3">
            <w:pPr>
              <w:ind w:right="567"/>
              <w:rPr>
                <w:rFonts w:ascii="Calibri" w:hAnsi="Calibri" w:cs="Calibri"/>
                <w:b/>
              </w:rPr>
            </w:pPr>
          </w:p>
          <w:p w14:paraId="10A294EC" w14:textId="77777777" w:rsidR="007F422D" w:rsidRDefault="007F422D" w:rsidP="009664A3">
            <w:pPr>
              <w:ind w:right="567"/>
              <w:rPr>
                <w:rFonts w:ascii="Calibri" w:hAnsi="Calibri" w:cs="Calibri"/>
                <w:b/>
              </w:rPr>
            </w:pPr>
          </w:p>
          <w:p w14:paraId="4837DB47" w14:textId="77777777" w:rsidR="007F422D" w:rsidRDefault="007F422D" w:rsidP="009664A3">
            <w:pPr>
              <w:ind w:right="567"/>
              <w:rPr>
                <w:rFonts w:ascii="Calibri" w:hAnsi="Calibri" w:cs="Calibri"/>
                <w:b/>
              </w:rPr>
            </w:pPr>
          </w:p>
          <w:p w14:paraId="21E41FD1" w14:textId="77777777" w:rsidR="007F422D" w:rsidRDefault="007F422D" w:rsidP="009664A3">
            <w:pPr>
              <w:ind w:right="567"/>
              <w:rPr>
                <w:rFonts w:ascii="Calibri" w:hAnsi="Calibri" w:cs="Calibri"/>
                <w:b/>
              </w:rPr>
            </w:pPr>
          </w:p>
          <w:p w14:paraId="47A5536A" w14:textId="77777777" w:rsidR="007F422D" w:rsidRDefault="007F422D" w:rsidP="009664A3">
            <w:pPr>
              <w:ind w:right="567"/>
              <w:rPr>
                <w:rFonts w:ascii="Calibri" w:hAnsi="Calibri" w:cs="Calibri"/>
                <w:b/>
              </w:rPr>
            </w:pPr>
          </w:p>
          <w:p w14:paraId="2C7DF615" w14:textId="77777777" w:rsidR="007F422D" w:rsidRDefault="007F422D" w:rsidP="009664A3">
            <w:pPr>
              <w:ind w:right="567"/>
              <w:rPr>
                <w:rFonts w:ascii="Calibri" w:hAnsi="Calibri" w:cs="Calibri"/>
                <w:b/>
              </w:rPr>
            </w:pPr>
          </w:p>
          <w:p w14:paraId="77563EAB" w14:textId="77777777" w:rsidR="007F422D" w:rsidRDefault="007F422D" w:rsidP="009664A3">
            <w:pPr>
              <w:ind w:right="567"/>
              <w:rPr>
                <w:rFonts w:ascii="Calibri" w:hAnsi="Calibri" w:cs="Calibri"/>
                <w:b/>
              </w:rPr>
            </w:pPr>
          </w:p>
          <w:p w14:paraId="42AF2B6B" w14:textId="77777777" w:rsidR="007F422D" w:rsidRDefault="007F422D" w:rsidP="009664A3">
            <w:pPr>
              <w:ind w:right="567"/>
              <w:rPr>
                <w:rFonts w:ascii="Calibri" w:hAnsi="Calibri" w:cs="Calibri"/>
                <w:b/>
              </w:rPr>
            </w:pPr>
          </w:p>
          <w:p w14:paraId="5521871B" w14:textId="77777777" w:rsidR="007F422D" w:rsidRDefault="007F422D" w:rsidP="009664A3">
            <w:pPr>
              <w:ind w:right="567"/>
              <w:rPr>
                <w:rFonts w:ascii="Calibri" w:hAnsi="Calibri" w:cs="Calibri"/>
                <w:b/>
              </w:rPr>
            </w:pPr>
          </w:p>
          <w:p w14:paraId="0248EB7B" w14:textId="77777777" w:rsidR="007F422D" w:rsidRDefault="007F422D" w:rsidP="009664A3">
            <w:pPr>
              <w:ind w:right="567"/>
              <w:rPr>
                <w:rFonts w:ascii="Calibri" w:hAnsi="Calibri" w:cs="Calibri"/>
                <w:b/>
              </w:rPr>
            </w:pPr>
          </w:p>
        </w:tc>
      </w:tr>
    </w:tbl>
    <w:p w14:paraId="0BA382C3" w14:textId="7E8520B2" w:rsidR="007F422D" w:rsidRPr="007F422D" w:rsidRDefault="007F422D" w:rsidP="007F422D">
      <w:pPr>
        <w:pStyle w:val="Heading1"/>
        <w:ind w:left="567" w:right="567"/>
        <w:rPr>
          <w:rFonts w:ascii="Calibri" w:hAnsi="Calibri" w:cs="Calibri"/>
        </w:rPr>
      </w:pPr>
      <w:r>
        <w:rPr>
          <w:rFonts w:ascii="Calibri" w:hAnsi="Calibri" w:cs="Calibri"/>
        </w:rPr>
        <w:lastRenderedPageBreak/>
        <w:t>RESULTS</w:t>
      </w:r>
      <w:r w:rsidR="00D86651">
        <w:rPr>
          <w:rFonts w:ascii="Calibri" w:hAnsi="Calibri" w:cs="Calibri"/>
        </w:rPr>
        <w:t xml:space="preserve"> 2: MANUALLY EDITED DATA PRODUCTS</w:t>
      </w:r>
    </w:p>
    <w:p w14:paraId="1ADC17DB" w14:textId="77777777" w:rsidR="007F422D" w:rsidRDefault="007F422D" w:rsidP="007F422D">
      <w:pPr>
        <w:ind w:left="567" w:right="567"/>
        <w:rPr>
          <w:rFonts w:ascii="Calibri" w:hAnsi="Calibri" w:cs="Calibri"/>
          <w:b/>
        </w:rPr>
      </w:pPr>
    </w:p>
    <w:tbl>
      <w:tblPr>
        <w:tblStyle w:val="TableGrid"/>
        <w:tblW w:w="10772" w:type="dxa"/>
        <w:tblInd w:w="567" w:type="dxa"/>
        <w:tblLook w:val="04A0" w:firstRow="1" w:lastRow="0" w:firstColumn="1" w:lastColumn="0" w:noHBand="0" w:noVBand="1"/>
      </w:tblPr>
      <w:tblGrid>
        <w:gridCol w:w="5386"/>
        <w:gridCol w:w="5386"/>
      </w:tblGrid>
      <w:tr w:rsidR="007F422D" w14:paraId="3CEF12AE" w14:textId="77777777" w:rsidTr="0013032F">
        <w:tc>
          <w:tcPr>
            <w:tcW w:w="5386" w:type="dxa"/>
          </w:tcPr>
          <w:p w14:paraId="088BFC10" w14:textId="77777777" w:rsidR="007F422D" w:rsidRDefault="007F422D" w:rsidP="0013032F">
            <w:pPr>
              <w:ind w:right="567"/>
              <w:rPr>
                <w:rFonts w:ascii="Calibri" w:hAnsi="Calibri" w:cs="Calibri"/>
                <w:b/>
              </w:rPr>
            </w:pPr>
          </w:p>
          <w:p w14:paraId="7D519A92" w14:textId="77777777" w:rsidR="007F422D" w:rsidRDefault="007F422D" w:rsidP="0013032F">
            <w:pPr>
              <w:ind w:right="567"/>
              <w:rPr>
                <w:rFonts w:ascii="Calibri" w:hAnsi="Calibri" w:cs="Calibri"/>
                <w:b/>
              </w:rPr>
            </w:pPr>
          </w:p>
          <w:p w14:paraId="3EA3CC0C" w14:textId="77777777" w:rsidR="007F422D" w:rsidRDefault="007F422D" w:rsidP="0013032F">
            <w:pPr>
              <w:ind w:right="567"/>
              <w:rPr>
                <w:rFonts w:ascii="Calibri" w:hAnsi="Calibri" w:cs="Calibri"/>
                <w:b/>
              </w:rPr>
            </w:pPr>
          </w:p>
          <w:p w14:paraId="2CD7CFB0" w14:textId="77777777" w:rsidR="007F422D" w:rsidRDefault="007F422D" w:rsidP="0013032F">
            <w:pPr>
              <w:ind w:right="567"/>
              <w:rPr>
                <w:rFonts w:ascii="Calibri" w:hAnsi="Calibri" w:cs="Calibri"/>
                <w:b/>
              </w:rPr>
            </w:pPr>
          </w:p>
          <w:p w14:paraId="6E4758EB" w14:textId="77777777" w:rsidR="007F422D" w:rsidRDefault="007F422D" w:rsidP="0013032F">
            <w:pPr>
              <w:ind w:right="567"/>
              <w:rPr>
                <w:rFonts w:ascii="Calibri" w:hAnsi="Calibri" w:cs="Calibri"/>
                <w:b/>
              </w:rPr>
            </w:pPr>
          </w:p>
          <w:p w14:paraId="422B223D" w14:textId="77777777" w:rsidR="007F422D" w:rsidRDefault="007F422D" w:rsidP="0013032F">
            <w:pPr>
              <w:ind w:right="567"/>
              <w:rPr>
                <w:rFonts w:ascii="Calibri" w:hAnsi="Calibri" w:cs="Calibri"/>
                <w:b/>
              </w:rPr>
            </w:pPr>
          </w:p>
          <w:p w14:paraId="0BCD432C" w14:textId="77777777" w:rsidR="007F422D" w:rsidRDefault="007F422D" w:rsidP="0013032F">
            <w:pPr>
              <w:ind w:right="567"/>
              <w:rPr>
                <w:rFonts w:ascii="Calibri" w:hAnsi="Calibri" w:cs="Calibri"/>
                <w:b/>
              </w:rPr>
            </w:pPr>
          </w:p>
          <w:p w14:paraId="5C96AD9F" w14:textId="77777777" w:rsidR="007F422D" w:rsidRDefault="007F422D" w:rsidP="0013032F">
            <w:pPr>
              <w:ind w:right="567"/>
              <w:rPr>
                <w:rFonts w:ascii="Calibri" w:hAnsi="Calibri" w:cs="Calibri"/>
                <w:b/>
              </w:rPr>
            </w:pPr>
          </w:p>
          <w:p w14:paraId="1B8FA746" w14:textId="77777777" w:rsidR="007F422D" w:rsidRDefault="007F422D" w:rsidP="0013032F">
            <w:pPr>
              <w:ind w:right="567"/>
              <w:rPr>
                <w:rFonts w:ascii="Calibri" w:hAnsi="Calibri" w:cs="Calibri"/>
                <w:b/>
              </w:rPr>
            </w:pPr>
          </w:p>
          <w:p w14:paraId="7110DB3A" w14:textId="77777777" w:rsidR="007F422D" w:rsidRDefault="007F422D" w:rsidP="0013032F">
            <w:pPr>
              <w:ind w:right="567"/>
              <w:rPr>
                <w:rFonts w:ascii="Calibri" w:hAnsi="Calibri" w:cs="Calibri"/>
                <w:b/>
              </w:rPr>
            </w:pPr>
          </w:p>
          <w:p w14:paraId="2EB7461E" w14:textId="77777777" w:rsidR="007F422D" w:rsidRDefault="007F422D" w:rsidP="0013032F">
            <w:pPr>
              <w:ind w:right="567"/>
              <w:rPr>
                <w:rFonts w:ascii="Calibri" w:hAnsi="Calibri" w:cs="Calibri"/>
                <w:b/>
              </w:rPr>
            </w:pPr>
          </w:p>
          <w:p w14:paraId="4809C517" w14:textId="77777777" w:rsidR="007F422D" w:rsidRDefault="007F422D" w:rsidP="0013032F">
            <w:pPr>
              <w:ind w:right="567"/>
              <w:rPr>
                <w:rFonts w:ascii="Calibri" w:hAnsi="Calibri" w:cs="Calibri"/>
                <w:b/>
              </w:rPr>
            </w:pPr>
          </w:p>
          <w:p w14:paraId="39DAD52E" w14:textId="77777777" w:rsidR="007F422D" w:rsidRDefault="007F422D" w:rsidP="0013032F">
            <w:pPr>
              <w:ind w:right="567"/>
              <w:rPr>
                <w:rFonts w:ascii="Calibri" w:hAnsi="Calibri" w:cs="Calibri"/>
                <w:b/>
              </w:rPr>
            </w:pPr>
          </w:p>
          <w:p w14:paraId="1B3106AD" w14:textId="77777777" w:rsidR="007F422D" w:rsidRDefault="007F422D" w:rsidP="0013032F">
            <w:pPr>
              <w:ind w:right="567"/>
              <w:rPr>
                <w:rFonts w:ascii="Calibri" w:hAnsi="Calibri" w:cs="Calibri"/>
                <w:b/>
              </w:rPr>
            </w:pPr>
          </w:p>
          <w:p w14:paraId="42D9E0D5" w14:textId="77777777" w:rsidR="007F422D" w:rsidRDefault="007F422D" w:rsidP="0013032F">
            <w:pPr>
              <w:ind w:right="567"/>
              <w:rPr>
                <w:rFonts w:ascii="Calibri" w:hAnsi="Calibri" w:cs="Calibri"/>
                <w:b/>
              </w:rPr>
            </w:pPr>
          </w:p>
          <w:p w14:paraId="3B9317E2" w14:textId="77777777" w:rsidR="007F422D" w:rsidRDefault="007F422D" w:rsidP="0013032F">
            <w:pPr>
              <w:ind w:right="567"/>
              <w:rPr>
                <w:rFonts w:ascii="Calibri" w:hAnsi="Calibri" w:cs="Calibri"/>
                <w:b/>
              </w:rPr>
            </w:pPr>
          </w:p>
          <w:p w14:paraId="1507FE0A" w14:textId="77777777" w:rsidR="007F422D" w:rsidRDefault="007F422D" w:rsidP="0013032F">
            <w:pPr>
              <w:ind w:right="567"/>
              <w:rPr>
                <w:rFonts w:ascii="Calibri" w:hAnsi="Calibri" w:cs="Calibri"/>
                <w:b/>
              </w:rPr>
            </w:pPr>
          </w:p>
          <w:p w14:paraId="6EA97D4D" w14:textId="77777777" w:rsidR="007F422D" w:rsidRDefault="007F422D" w:rsidP="0013032F">
            <w:pPr>
              <w:ind w:right="567"/>
              <w:rPr>
                <w:rFonts w:ascii="Calibri" w:hAnsi="Calibri" w:cs="Calibri"/>
                <w:b/>
              </w:rPr>
            </w:pPr>
          </w:p>
          <w:p w14:paraId="7738F199" w14:textId="77777777" w:rsidR="007F422D" w:rsidRDefault="007F422D" w:rsidP="0013032F">
            <w:pPr>
              <w:ind w:right="567"/>
              <w:rPr>
                <w:rFonts w:ascii="Calibri" w:hAnsi="Calibri" w:cs="Calibri"/>
                <w:b/>
              </w:rPr>
            </w:pPr>
          </w:p>
          <w:p w14:paraId="5E9979E2" w14:textId="77777777" w:rsidR="007F422D" w:rsidRDefault="007F422D" w:rsidP="0013032F">
            <w:pPr>
              <w:ind w:right="567"/>
              <w:rPr>
                <w:rFonts w:ascii="Calibri" w:hAnsi="Calibri" w:cs="Calibri"/>
                <w:b/>
              </w:rPr>
            </w:pPr>
          </w:p>
          <w:p w14:paraId="40E5C452" w14:textId="77777777" w:rsidR="007F422D" w:rsidRDefault="007F422D" w:rsidP="0013032F">
            <w:pPr>
              <w:ind w:right="567"/>
              <w:rPr>
                <w:rFonts w:ascii="Calibri" w:hAnsi="Calibri" w:cs="Calibri"/>
                <w:b/>
              </w:rPr>
            </w:pPr>
          </w:p>
          <w:p w14:paraId="49A942DF" w14:textId="77777777" w:rsidR="007F422D" w:rsidRDefault="007F422D" w:rsidP="0013032F">
            <w:pPr>
              <w:ind w:right="567"/>
              <w:rPr>
                <w:rFonts w:ascii="Calibri" w:hAnsi="Calibri" w:cs="Calibri"/>
                <w:b/>
              </w:rPr>
            </w:pPr>
          </w:p>
          <w:p w14:paraId="7D7750FB" w14:textId="77777777" w:rsidR="007F422D" w:rsidRDefault="007F422D" w:rsidP="0013032F">
            <w:pPr>
              <w:ind w:right="567"/>
              <w:rPr>
                <w:rFonts w:ascii="Calibri" w:hAnsi="Calibri" w:cs="Calibri"/>
                <w:b/>
              </w:rPr>
            </w:pPr>
          </w:p>
          <w:p w14:paraId="656AA391" w14:textId="77777777" w:rsidR="007F422D" w:rsidRDefault="007F422D" w:rsidP="0013032F">
            <w:pPr>
              <w:ind w:right="567"/>
              <w:rPr>
                <w:rFonts w:ascii="Calibri" w:hAnsi="Calibri" w:cs="Calibri"/>
                <w:b/>
              </w:rPr>
            </w:pPr>
          </w:p>
          <w:p w14:paraId="4711F194" w14:textId="77777777" w:rsidR="007F422D" w:rsidRDefault="007F422D" w:rsidP="0013032F">
            <w:pPr>
              <w:ind w:right="567"/>
              <w:rPr>
                <w:rFonts w:ascii="Calibri" w:hAnsi="Calibri" w:cs="Calibri"/>
                <w:b/>
              </w:rPr>
            </w:pPr>
          </w:p>
          <w:p w14:paraId="166D96EE" w14:textId="77777777" w:rsidR="007F422D" w:rsidRDefault="007F422D" w:rsidP="0013032F">
            <w:pPr>
              <w:ind w:right="567"/>
              <w:rPr>
                <w:rFonts w:ascii="Calibri" w:hAnsi="Calibri" w:cs="Calibri"/>
                <w:b/>
              </w:rPr>
            </w:pPr>
          </w:p>
          <w:p w14:paraId="0543EBFA" w14:textId="77777777" w:rsidR="007F422D" w:rsidRDefault="007F422D" w:rsidP="0013032F">
            <w:pPr>
              <w:ind w:right="567"/>
              <w:rPr>
                <w:rFonts w:ascii="Calibri" w:hAnsi="Calibri" w:cs="Calibri"/>
                <w:b/>
              </w:rPr>
            </w:pPr>
          </w:p>
          <w:p w14:paraId="19C07C30" w14:textId="77777777" w:rsidR="007F422D" w:rsidRDefault="007F422D" w:rsidP="0013032F">
            <w:pPr>
              <w:ind w:right="567"/>
              <w:rPr>
                <w:rFonts w:ascii="Calibri" w:hAnsi="Calibri" w:cs="Calibri"/>
                <w:b/>
              </w:rPr>
            </w:pPr>
          </w:p>
        </w:tc>
        <w:tc>
          <w:tcPr>
            <w:tcW w:w="5386" w:type="dxa"/>
          </w:tcPr>
          <w:p w14:paraId="0868F0EB" w14:textId="77777777" w:rsidR="007F422D" w:rsidRDefault="007F422D" w:rsidP="0013032F">
            <w:pPr>
              <w:ind w:right="567"/>
              <w:rPr>
                <w:rFonts w:ascii="Calibri" w:hAnsi="Calibri" w:cs="Calibri"/>
                <w:b/>
              </w:rPr>
            </w:pPr>
          </w:p>
        </w:tc>
      </w:tr>
      <w:tr w:rsidR="007F422D" w14:paraId="6362AF18" w14:textId="77777777" w:rsidTr="0013032F">
        <w:tc>
          <w:tcPr>
            <w:tcW w:w="5386" w:type="dxa"/>
          </w:tcPr>
          <w:p w14:paraId="3AAC769A" w14:textId="77777777" w:rsidR="007F422D" w:rsidRDefault="007F422D" w:rsidP="0013032F">
            <w:pPr>
              <w:ind w:right="567"/>
              <w:rPr>
                <w:rFonts w:ascii="Calibri" w:hAnsi="Calibri" w:cs="Calibri"/>
                <w:b/>
              </w:rPr>
            </w:pPr>
            <w:r>
              <w:rPr>
                <w:rFonts w:ascii="Calibri" w:hAnsi="Calibri" w:cs="Calibri"/>
                <w:b/>
              </w:rPr>
              <w:t>Figure 1:</w:t>
            </w:r>
          </w:p>
          <w:p w14:paraId="054EC02D" w14:textId="77777777" w:rsidR="007F422D" w:rsidRDefault="007F422D" w:rsidP="0013032F">
            <w:pPr>
              <w:ind w:right="567"/>
              <w:rPr>
                <w:rFonts w:ascii="Calibri" w:hAnsi="Calibri" w:cs="Calibri"/>
                <w:b/>
              </w:rPr>
            </w:pPr>
          </w:p>
          <w:p w14:paraId="392F23BD" w14:textId="77777777" w:rsidR="007F422D" w:rsidRDefault="007F422D" w:rsidP="0013032F">
            <w:pPr>
              <w:ind w:right="567"/>
              <w:rPr>
                <w:rFonts w:ascii="Calibri" w:hAnsi="Calibri" w:cs="Calibri"/>
                <w:b/>
              </w:rPr>
            </w:pPr>
          </w:p>
        </w:tc>
        <w:tc>
          <w:tcPr>
            <w:tcW w:w="5386" w:type="dxa"/>
          </w:tcPr>
          <w:p w14:paraId="607AD5A3" w14:textId="77777777" w:rsidR="007F422D" w:rsidRDefault="007F422D" w:rsidP="0013032F">
            <w:pPr>
              <w:ind w:right="567"/>
              <w:rPr>
                <w:rFonts w:ascii="Calibri" w:hAnsi="Calibri" w:cs="Calibri"/>
                <w:b/>
              </w:rPr>
            </w:pPr>
            <w:r>
              <w:rPr>
                <w:rFonts w:ascii="Calibri" w:hAnsi="Calibri" w:cs="Calibri"/>
                <w:b/>
              </w:rPr>
              <w:t>Figure 2:</w:t>
            </w:r>
          </w:p>
        </w:tc>
      </w:tr>
    </w:tbl>
    <w:p w14:paraId="5BE4269A" w14:textId="77777777" w:rsidR="007F422D" w:rsidRDefault="007F422D" w:rsidP="007F422D">
      <w:pPr>
        <w:ind w:left="567" w:right="567"/>
        <w:rPr>
          <w:rFonts w:ascii="Calibri" w:hAnsi="Calibri" w:cs="Calibri"/>
          <w:b/>
        </w:rPr>
      </w:pPr>
    </w:p>
    <w:tbl>
      <w:tblPr>
        <w:tblStyle w:val="TableGrid"/>
        <w:tblW w:w="0" w:type="auto"/>
        <w:tblInd w:w="567" w:type="dxa"/>
        <w:tblLook w:val="04A0" w:firstRow="1" w:lastRow="0" w:firstColumn="1" w:lastColumn="0" w:noHBand="0" w:noVBand="1"/>
      </w:tblPr>
      <w:tblGrid>
        <w:gridCol w:w="10772"/>
      </w:tblGrid>
      <w:tr w:rsidR="007F422D" w14:paraId="57F14904" w14:textId="77777777" w:rsidTr="0013032F">
        <w:tc>
          <w:tcPr>
            <w:tcW w:w="10772" w:type="dxa"/>
          </w:tcPr>
          <w:p w14:paraId="5AA9B796" w14:textId="77777777" w:rsidR="007F422D" w:rsidRDefault="007F422D" w:rsidP="0013032F">
            <w:pPr>
              <w:ind w:right="567"/>
              <w:rPr>
                <w:rFonts w:ascii="Calibri" w:hAnsi="Calibri" w:cs="Calibri"/>
                <w:b/>
              </w:rPr>
            </w:pPr>
          </w:p>
          <w:p w14:paraId="3BF4E6EF" w14:textId="77777777" w:rsidR="007F422D" w:rsidRDefault="007F422D" w:rsidP="0013032F">
            <w:pPr>
              <w:ind w:right="567"/>
              <w:rPr>
                <w:rFonts w:ascii="Calibri" w:hAnsi="Calibri" w:cs="Calibri"/>
                <w:b/>
              </w:rPr>
            </w:pPr>
            <w:r>
              <w:rPr>
                <w:rFonts w:ascii="Calibri" w:hAnsi="Calibri" w:cs="Calibri"/>
                <w:b/>
              </w:rPr>
              <w:t>Method and Interpretation (100-150 words):</w:t>
            </w:r>
          </w:p>
          <w:p w14:paraId="3D4C38D0" w14:textId="77777777" w:rsidR="007F422D" w:rsidRDefault="007F422D" w:rsidP="0013032F">
            <w:pPr>
              <w:ind w:right="567"/>
              <w:rPr>
                <w:rFonts w:ascii="Calibri" w:hAnsi="Calibri" w:cs="Calibri"/>
                <w:b/>
              </w:rPr>
            </w:pPr>
          </w:p>
          <w:p w14:paraId="302C632C" w14:textId="77777777" w:rsidR="007F422D" w:rsidRDefault="007F422D" w:rsidP="0013032F">
            <w:pPr>
              <w:ind w:right="567"/>
              <w:rPr>
                <w:rFonts w:ascii="Calibri" w:hAnsi="Calibri" w:cs="Calibri"/>
                <w:b/>
              </w:rPr>
            </w:pPr>
          </w:p>
          <w:p w14:paraId="31E56022" w14:textId="77777777" w:rsidR="007F422D" w:rsidRDefault="007F422D" w:rsidP="0013032F">
            <w:pPr>
              <w:ind w:right="567"/>
              <w:rPr>
                <w:rFonts w:ascii="Calibri" w:hAnsi="Calibri" w:cs="Calibri"/>
                <w:b/>
              </w:rPr>
            </w:pPr>
          </w:p>
          <w:p w14:paraId="47A5C753" w14:textId="77777777" w:rsidR="007F422D" w:rsidRDefault="007F422D" w:rsidP="0013032F">
            <w:pPr>
              <w:ind w:right="567"/>
              <w:rPr>
                <w:rFonts w:ascii="Calibri" w:hAnsi="Calibri" w:cs="Calibri"/>
                <w:b/>
              </w:rPr>
            </w:pPr>
          </w:p>
          <w:p w14:paraId="3DDCA63A" w14:textId="77777777" w:rsidR="007F422D" w:rsidRDefault="007F422D" w:rsidP="0013032F">
            <w:pPr>
              <w:ind w:right="567"/>
              <w:rPr>
                <w:rFonts w:ascii="Calibri" w:hAnsi="Calibri" w:cs="Calibri"/>
                <w:b/>
              </w:rPr>
            </w:pPr>
          </w:p>
          <w:p w14:paraId="54E1C833" w14:textId="77777777" w:rsidR="007F422D" w:rsidRDefault="007F422D" w:rsidP="0013032F">
            <w:pPr>
              <w:ind w:right="567"/>
              <w:rPr>
                <w:rFonts w:ascii="Calibri" w:hAnsi="Calibri" w:cs="Calibri"/>
                <w:b/>
              </w:rPr>
            </w:pPr>
          </w:p>
          <w:p w14:paraId="74CA3127" w14:textId="77777777" w:rsidR="007F422D" w:rsidRDefault="007F422D" w:rsidP="0013032F">
            <w:pPr>
              <w:ind w:right="567"/>
              <w:rPr>
                <w:rFonts w:ascii="Calibri" w:hAnsi="Calibri" w:cs="Calibri"/>
                <w:b/>
              </w:rPr>
            </w:pPr>
          </w:p>
          <w:p w14:paraId="0BCCA333" w14:textId="77777777" w:rsidR="007F422D" w:rsidRDefault="007F422D" w:rsidP="0013032F">
            <w:pPr>
              <w:ind w:right="567"/>
              <w:rPr>
                <w:rFonts w:ascii="Calibri" w:hAnsi="Calibri" w:cs="Calibri"/>
                <w:b/>
              </w:rPr>
            </w:pPr>
          </w:p>
          <w:p w14:paraId="449DA315" w14:textId="77777777" w:rsidR="007F422D" w:rsidRDefault="007F422D" w:rsidP="0013032F">
            <w:pPr>
              <w:ind w:right="567"/>
              <w:rPr>
                <w:rFonts w:ascii="Calibri" w:hAnsi="Calibri" w:cs="Calibri"/>
                <w:b/>
              </w:rPr>
            </w:pPr>
          </w:p>
          <w:p w14:paraId="6E864860" w14:textId="77777777" w:rsidR="007F422D" w:rsidRDefault="007F422D" w:rsidP="0013032F">
            <w:pPr>
              <w:ind w:right="567"/>
              <w:rPr>
                <w:rFonts w:ascii="Calibri" w:hAnsi="Calibri" w:cs="Calibri"/>
                <w:b/>
              </w:rPr>
            </w:pPr>
          </w:p>
          <w:p w14:paraId="30936C5C" w14:textId="77777777" w:rsidR="007F422D" w:rsidRDefault="007F422D" w:rsidP="0013032F">
            <w:pPr>
              <w:ind w:right="567"/>
              <w:rPr>
                <w:rFonts w:ascii="Calibri" w:hAnsi="Calibri" w:cs="Calibri"/>
                <w:b/>
              </w:rPr>
            </w:pPr>
          </w:p>
          <w:p w14:paraId="22B0C50A" w14:textId="77777777" w:rsidR="007F422D" w:rsidRDefault="007F422D" w:rsidP="0013032F">
            <w:pPr>
              <w:ind w:right="567"/>
              <w:rPr>
                <w:rFonts w:ascii="Calibri" w:hAnsi="Calibri" w:cs="Calibri"/>
                <w:b/>
              </w:rPr>
            </w:pPr>
          </w:p>
          <w:p w14:paraId="7283CC46" w14:textId="77777777" w:rsidR="007F422D" w:rsidRDefault="007F422D" w:rsidP="0013032F">
            <w:pPr>
              <w:ind w:right="567"/>
              <w:rPr>
                <w:rFonts w:ascii="Calibri" w:hAnsi="Calibri" w:cs="Calibri"/>
                <w:b/>
              </w:rPr>
            </w:pPr>
          </w:p>
          <w:p w14:paraId="454089BF" w14:textId="77777777" w:rsidR="007F422D" w:rsidRDefault="007F422D" w:rsidP="0013032F">
            <w:pPr>
              <w:ind w:right="567"/>
              <w:rPr>
                <w:rFonts w:ascii="Calibri" w:hAnsi="Calibri" w:cs="Calibri"/>
                <w:b/>
              </w:rPr>
            </w:pPr>
          </w:p>
        </w:tc>
      </w:tr>
    </w:tbl>
    <w:p w14:paraId="5E8AF61E" w14:textId="3731FE52" w:rsidR="007F422D" w:rsidRPr="003C31BF" w:rsidRDefault="007F422D" w:rsidP="007F422D">
      <w:pPr>
        <w:pStyle w:val="Heading1"/>
        <w:ind w:left="567" w:right="567"/>
        <w:rPr>
          <w:rFonts w:ascii="Calibri" w:hAnsi="Calibri" w:cs="Calibri"/>
        </w:rPr>
      </w:pPr>
      <w:r>
        <w:rPr>
          <w:rFonts w:ascii="Calibri" w:hAnsi="Calibri" w:cs="Calibri"/>
        </w:rPr>
        <w:lastRenderedPageBreak/>
        <w:t>RESULTS</w:t>
      </w:r>
      <w:r w:rsidR="00D86651">
        <w:rPr>
          <w:rFonts w:ascii="Calibri" w:hAnsi="Calibri" w:cs="Calibri"/>
        </w:rPr>
        <w:t xml:space="preserve"> 3: AUTOMATED TERRAIN MODELS USING BREAKLINES TO SUPPORT INTERPOLATION</w:t>
      </w:r>
    </w:p>
    <w:p w14:paraId="1410CAAC" w14:textId="77777777" w:rsidR="007F422D" w:rsidRDefault="007F422D" w:rsidP="007F422D">
      <w:pPr>
        <w:ind w:left="567" w:right="567"/>
        <w:rPr>
          <w:rFonts w:ascii="Calibri" w:hAnsi="Calibri" w:cs="Calibri"/>
          <w:b/>
        </w:rPr>
      </w:pPr>
    </w:p>
    <w:tbl>
      <w:tblPr>
        <w:tblStyle w:val="TableGrid"/>
        <w:tblW w:w="10772" w:type="dxa"/>
        <w:tblInd w:w="567" w:type="dxa"/>
        <w:tblLook w:val="04A0" w:firstRow="1" w:lastRow="0" w:firstColumn="1" w:lastColumn="0" w:noHBand="0" w:noVBand="1"/>
      </w:tblPr>
      <w:tblGrid>
        <w:gridCol w:w="5386"/>
        <w:gridCol w:w="5386"/>
      </w:tblGrid>
      <w:tr w:rsidR="007F422D" w14:paraId="628817EF" w14:textId="77777777" w:rsidTr="0013032F">
        <w:tc>
          <w:tcPr>
            <w:tcW w:w="5386" w:type="dxa"/>
          </w:tcPr>
          <w:p w14:paraId="633BDFEE" w14:textId="77777777" w:rsidR="007F422D" w:rsidRDefault="007F422D" w:rsidP="0013032F">
            <w:pPr>
              <w:ind w:right="567"/>
              <w:rPr>
                <w:rFonts w:ascii="Calibri" w:hAnsi="Calibri" w:cs="Calibri"/>
                <w:b/>
              </w:rPr>
            </w:pPr>
          </w:p>
          <w:p w14:paraId="0B0A9730" w14:textId="77777777" w:rsidR="007F422D" w:rsidRDefault="007F422D" w:rsidP="0013032F">
            <w:pPr>
              <w:ind w:right="567"/>
              <w:rPr>
                <w:rFonts w:ascii="Calibri" w:hAnsi="Calibri" w:cs="Calibri"/>
                <w:b/>
              </w:rPr>
            </w:pPr>
          </w:p>
          <w:p w14:paraId="3056CB3B" w14:textId="77777777" w:rsidR="007F422D" w:rsidRDefault="007F422D" w:rsidP="0013032F">
            <w:pPr>
              <w:ind w:right="567"/>
              <w:rPr>
                <w:rFonts w:ascii="Calibri" w:hAnsi="Calibri" w:cs="Calibri"/>
                <w:b/>
              </w:rPr>
            </w:pPr>
          </w:p>
          <w:p w14:paraId="0CBF5228" w14:textId="77777777" w:rsidR="007F422D" w:rsidRDefault="007F422D" w:rsidP="0013032F">
            <w:pPr>
              <w:ind w:right="567"/>
              <w:rPr>
                <w:rFonts w:ascii="Calibri" w:hAnsi="Calibri" w:cs="Calibri"/>
                <w:b/>
              </w:rPr>
            </w:pPr>
          </w:p>
          <w:p w14:paraId="22BF7318" w14:textId="77777777" w:rsidR="007F422D" w:rsidRDefault="007F422D" w:rsidP="0013032F">
            <w:pPr>
              <w:ind w:right="567"/>
              <w:rPr>
                <w:rFonts w:ascii="Calibri" w:hAnsi="Calibri" w:cs="Calibri"/>
                <w:b/>
              </w:rPr>
            </w:pPr>
          </w:p>
          <w:p w14:paraId="25AF19CA" w14:textId="77777777" w:rsidR="007F422D" w:rsidRDefault="007F422D" w:rsidP="0013032F">
            <w:pPr>
              <w:ind w:right="567"/>
              <w:rPr>
                <w:rFonts w:ascii="Calibri" w:hAnsi="Calibri" w:cs="Calibri"/>
                <w:b/>
              </w:rPr>
            </w:pPr>
          </w:p>
          <w:p w14:paraId="497D2B74" w14:textId="77777777" w:rsidR="007F422D" w:rsidRDefault="007F422D" w:rsidP="0013032F">
            <w:pPr>
              <w:ind w:right="567"/>
              <w:rPr>
                <w:rFonts w:ascii="Calibri" w:hAnsi="Calibri" w:cs="Calibri"/>
                <w:b/>
              </w:rPr>
            </w:pPr>
          </w:p>
          <w:p w14:paraId="61F8EF82" w14:textId="77777777" w:rsidR="007F422D" w:rsidRDefault="007F422D" w:rsidP="0013032F">
            <w:pPr>
              <w:ind w:right="567"/>
              <w:rPr>
                <w:rFonts w:ascii="Calibri" w:hAnsi="Calibri" w:cs="Calibri"/>
                <w:b/>
              </w:rPr>
            </w:pPr>
          </w:p>
          <w:p w14:paraId="26093D6C" w14:textId="77777777" w:rsidR="007F422D" w:rsidRDefault="007F422D" w:rsidP="0013032F">
            <w:pPr>
              <w:ind w:right="567"/>
              <w:rPr>
                <w:rFonts w:ascii="Calibri" w:hAnsi="Calibri" w:cs="Calibri"/>
                <w:b/>
              </w:rPr>
            </w:pPr>
          </w:p>
          <w:p w14:paraId="4B8620FD" w14:textId="77777777" w:rsidR="007F422D" w:rsidRDefault="007F422D" w:rsidP="0013032F">
            <w:pPr>
              <w:ind w:right="567"/>
              <w:rPr>
                <w:rFonts w:ascii="Calibri" w:hAnsi="Calibri" w:cs="Calibri"/>
                <w:b/>
              </w:rPr>
            </w:pPr>
          </w:p>
          <w:p w14:paraId="73AC720F" w14:textId="77777777" w:rsidR="007F422D" w:rsidRDefault="007F422D" w:rsidP="0013032F">
            <w:pPr>
              <w:ind w:right="567"/>
              <w:rPr>
                <w:rFonts w:ascii="Calibri" w:hAnsi="Calibri" w:cs="Calibri"/>
                <w:b/>
              </w:rPr>
            </w:pPr>
          </w:p>
          <w:p w14:paraId="39A095B9" w14:textId="77777777" w:rsidR="007F422D" w:rsidRDefault="007F422D" w:rsidP="0013032F">
            <w:pPr>
              <w:ind w:right="567"/>
              <w:rPr>
                <w:rFonts w:ascii="Calibri" w:hAnsi="Calibri" w:cs="Calibri"/>
                <w:b/>
              </w:rPr>
            </w:pPr>
          </w:p>
          <w:p w14:paraId="609C9FD0" w14:textId="77777777" w:rsidR="007F422D" w:rsidRDefault="007F422D" w:rsidP="0013032F">
            <w:pPr>
              <w:ind w:right="567"/>
              <w:rPr>
                <w:rFonts w:ascii="Calibri" w:hAnsi="Calibri" w:cs="Calibri"/>
                <w:b/>
              </w:rPr>
            </w:pPr>
          </w:p>
          <w:p w14:paraId="73ABE4F2" w14:textId="77777777" w:rsidR="007F422D" w:rsidRDefault="007F422D" w:rsidP="0013032F">
            <w:pPr>
              <w:ind w:right="567"/>
              <w:rPr>
                <w:rFonts w:ascii="Calibri" w:hAnsi="Calibri" w:cs="Calibri"/>
                <w:b/>
              </w:rPr>
            </w:pPr>
          </w:p>
          <w:p w14:paraId="247B17D2" w14:textId="77777777" w:rsidR="007F422D" w:rsidRDefault="007F422D" w:rsidP="0013032F">
            <w:pPr>
              <w:ind w:right="567"/>
              <w:rPr>
                <w:rFonts w:ascii="Calibri" w:hAnsi="Calibri" w:cs="Calibri"/>
                <w:b/>
              </w:rPr>
            </w:pPr>
          </w:p>
          <w:p w14:paraId="214D892A" w14:textId="77777777" w:rsidR="007F422D" w:rsidRDefault="007F422D" w:rsidP="0013032F">
            <w:pPr>
              <w:ind w:right="567"/>
              <w:rPr>
                <w:rFonts w:ascii="Calibri" w:hAnsi="Calibri" w:cs="Calibri"/>
                <w:b/>
              </w:rPr>
            </w:pPr>
          </w:p>
          <w:p w14:paraId="3693DABD" w14:textId="77777777" w:rsidR="007F422D" w:rsidRDefault="007F422D" w:rsidP="0013032F">
            <w:pPr>
              <w:ind w:right="567"/>
              <w:rPr>
                <w:rFonts w:ascii="Calibri" w:hAnsi="Calibri" w:cs="Calibri"/>
                <w:b/>
              </w:rPr>
            </w:pPr>
          </w:p>
          <w:p w14:paraId="613B4D44" w14:textId="77777777" w:rsidR="007F422D" w:rsidRDefault="007F422D" w:rsidP="0013032F">
            <w:pPr>
              <w:ind w:right="567"/>
              <w:rPr>
                <w:rFonts w:ascii="Calibri" w:hAnsi="Calibri" w:cs="Calibri"/>
                <w:b/>
              </w:rPr>
            </w:pPr>
          </w:p>
          <w:p w14:paraId="3B1003EB" w14:textId="77777777" w:rsidR="007F422D" w:rsidRDefault="007F422D" w:rsidP="0013032F">
            <w:pPr>
              <w:ind w:right="567"/>
              <w:rPr>
                <w:rFonts w:ascii="Calibri" w:hAnsi="Calibri" w:cs="Calibri"/>
                <w:b/>
              </w:rPr>
            </w:pPr>
          </w:p>
          <w:p w14:paraId="70731C85" w14:textId="77777777" w:rsidR="007F422D" w:rsidRDefault="007F422D" w:rsidP="0013032F">
            <w:pPr>
              <w:ind w:right="567"/>
              <w:rPr>
                <w:rFonts w:ascii="Calibri" w:hAnsi="Calibri" w:cs="Calibri"/>
                <w:b/>
              </w:rPr>
            </w:pPr>
          </w:p>
          <w:p w14:paraId="0B1A0578" w14:textId="77777777" w:rsidR="007F422D" w:rsidRDefault="007F422D" w:rsidP="0013032F">
            <w:pPr>
              <w:ind w:right="567"/>
              <w:rPr>
                <w:rFonts w:ascii="Calibri" w:hAnsi="Calibri" w:cs="Calibri"/>
                <w:b/>
              </w:rPr>
            </w:pPr>
          </w:p>
          <w:p w14:paraId="0050767C" w14:textId="77777777" w:rsidR="007F422D" w:rsidRDefault="007F422D" w:rsidP="0013032F">
            <w:pPr>
              <w:ind w:right="567"/>
              <w:rPr>
                <w:rFonts w:ascii="Calibri" w:hAnsi="Calibri" w:cs="Calibri"/>
                <w:b/>
              </w:rPr>
            </w:pPr>
          </w:p>
          <w:p w14:paraId="29DE14C4" w14:textId="77777777" w:rsidR="007F422D" w:rsidRDefault="007F422D" w:rsidP="0013032F">
            <w:pPr>
              <w:ind w:right="567"/>
              <w:rPr>
                <w:rFonts w:ascii="Calibri" w:hAnsi="Calibri" w:cs="Calibri"/>
                <w:b/>
              </w:rPr>
            </w:pPr>
          </w:p>
          <w:p w14:paraId="47CF7301" w14:textId="77777777" w:rsidR="007F422D" w:rsidRDefault="007F422D" w:rsidP="0013032F">
            <w:pPr>
              <w:ind w:right="567"/>
              <w:rPr>
                <w:rFonts w:ascii="Calibri" w:hAnsi="Calibri" w:cs="Calibri"/>
                <w:b/>
              </w:rPr>
            </w:pPr>
          </w:p>
          <w:p w14:paraId="7C7BC061" w14:textId="77777777" w:rsidR="007F422D" w:rsidRDefault="007F422D" w:rsidP="0013032F">
            <w:pPr>
              <w:ind w:right="567"/>
              <w:rPr>
                <w:rFonts w:ascii="Calibri" w:hAnsi="Calibri" w:cs="Calibri"/>
                <w:b/>
              </w:rPr>
            </w:pPr>
          </w:p>
          <w:p w14:paraId="32905355" w14:textId="77777777" w:rsidR="007F422D" w:rsidRDefault="007F422D" w:rsidP="0013032F">
            <w:pPr>
              <w:ind w:right="567"/>
              <w:rPr>
                <w:rFonts w:ascii="Calibri" w:hAnsi="Calibri" w:cs="Calibri"/>
                <w:b/>
              </w:rPr>
            </w:pPr>
          </w:p>
          <w:p w14:paraId="65D9B4B9" w14:textId="77777777" w:rsidR="007F422D" w:rsidRDefault="007F422D" w:rsidP="0013032F">
            <w:pPr>
              <w:ind w:right="567"/>
              <w:rPr>
                <w:rFonts w:ascii="Calibri" w:hAnsi="Calibri" w:cs="Calibri"/>
                <w:b/>
              </w:rPr>
            </w:pPr>
          </w:p>
          <w:p w14:paraId="6BF71D08" w14:textId="77777777" w:rsidR="007F422D" w:rsidRDefault="007F422D" w:rsidP="0013032F">
            <w:pPr>
              <w:ind w:right="567"/>
              <w:rPr>
                <w:rFonts w:ascii="Calibri" w:hAnsi="Calibri" w:cs="Calibri"/>
                <w:b/>
              </w:rPr>
            </w:pPr>
          </w:p>
        </w:tc>
        <w:tc>
          <w:tcPr>
            <w:tcW w:w="5386" w:type="dxa"/>
          </w:tcPr>
          <w:p w14:paraId="0221B778" w14:textId="77777777" w:rsidR="007F422D" w:rsidRDefault="007F422D" w:rsidP="0013032F">
            <w:pPr>
              <w:ind w:right="567"/>
              <w:rPr>
                <w:rFonts w:ascii="Calibri" w:hAnsi="Calibri" w:cs="Calibri"/>
                <w:b/>
              </w:rPr>
            </w:pPr>
          </w:p>
        </w:tc>
      </w:tr>
      <w:tr w:rsidR="007F422D" w14:paraId="42650E8F" w14:textId="77777777" w:rsidTr="0013032F">
        <w:tc>
          <w:tcPr>
            <w:tcW w:w="5386" w:type="dxa"/>
          </w:tcPr>
          <w:p w14:paraId="1A0B2583" w14:textId="77777777" w:rsidR="007F422D" w:rsidRDefault="007F422D" w:rsidP="0013032F">
            <w:pPr>
              <w:ind w:right="567"/>
              <w:rPr>
                <w:rFonts w:ascii="Calibri" w:hAnsi="Calibri" w:cs="Calibri"/>
                <w:b/>
              </w:rPr>
            </w:pPr>
            <w:r>
              <w:rPr>
                <w:rFonts w:ascii="Calibri" w:hAnsi="Calibri" w:cs="Calibri"/>
                <w:b/>
              </w:rPr>
              <w:t>Figure 1:</w:t>
            </w:r>
          </w:p>
          <w:p w14:paraId="38AADC78" w14:textId="77777777" w:rsidR="007F422D" w:rsidRDefault="007F422D" w:rsidP="0013032F">
            <w:pPr>
              <w:ind w:right="567"/>
              <w:rPr>
                <w:rFonts w:ascii="Calibri" w:hAnsi="Calibri" w:cs="Calibri"/>
                <w:b/>
              </w:rPr>
            </w:pPr>
          </w:p>
          <w:p w14:paraId="0DD8C52F" w14:textId="77777777" w:rsidR="007F422D" w:rsidRDefault="007F422D" w:rsidP="0013032F">
            <w:pPr>
              <w:ind w:right="567"/>
              <w:rPr>
                <w:rFonts w:ascii="Calibri" w:hAnsi="Calibri" w:cs="Calibri"/>
                <w:b/>
              </w:rPr>
            </w:pPr>
          </w:p>
        </w:tc>
        <w:tc>
          <w:tcPr>
            <w:tcW w:w="5386" w:type="dxa"/>
          </w:tcPr>
          <w:p w14:paraId="50114A87" w14:textId="77777777" w:rsidR="007F422D" w:rsidRDefault="007F422D" w:rsidP="0013032F">
            <w:pPr>
              <w:ind w:right="567"/>
              <w:rPr>
                <w:rFonts w:ascii="Calibri" w:hAnsi="Calibri" w:cs="Calibri"/>
                <w:b/>
              </w:rPr>
            </w:pPr>
            <w:r>
              <w:rPr>
                <w:rFonts w:ascii="Calibri" w:hAnsi="Calibri" w:cs="Calibri"/>
                <w:b/>
              </w:rPr>
              <w:t>Figure 2:</w:t>
            </w:r>
          </w:p>
        </w:tc>
      </w:tr>
    </w:tbl>
    <w:p w14:paraId="39EC64E8" w14:textId="77777777" w:rsidR="007F422D" w:rsidRDefault="007F422D" w:rsidP="007F422D">
      <w:pPr>
        <w:ind w:left="567" w:right="567"/>
        <w:rPr>
          <w:rFonts w:ascii="Calibri" w:hAnsi="Calibri" w:cs="Calibri"/>
          <w:b/>
        </w:rPr>
      </w:pPr>
    </w:p>
    <w:tbl>
      <w:tblPr>
        <w:tblStyle w:val="TableGrid"/>
        <w:tblW w:w="0" w:type="auto"/>
        <w:tblInd w:w="567" w:type="dxa"/>
        <w:tblLook w:val="04A0" w:firstRow="1" w:lastRow="0" w:firstColumn="1" w:lastColumn="0" w:noHBand="0" w:noVBand="1"/>
      </w:tblPr>
      <w:tblGrid>
        <w:gridCol w:w="10772"/>
      </w:tblGrid>
      <w:tr w:rsidR="007F422D" w14:paraId="637AE316" w14:textId="77777777" w:rsidTr="0013032F">
        <w:tc>
          <w:tcPr>
            <w:tcW w:w="10772" w:type="dxa"/>
          </w:tcPr>
          <w:p w14:paraId="3CE7F3C5" w14:textId="77777777" w:rsidR="007F422D" w:rsidRDefault="007F422D" w:rsidP="0013032F">
            <w:pPr>
              <w:ind w:right="567"/>
              <w:rPr>
                <w:rFonts w:ascii="Calibri" w:hAnsi="Calibri" w:cs="Calibri"/>
                <w:b/>
              </w:rPr>
            </w:pPr>
          </w:p>
          <w:p w14:paraId="297F9E17" w14:textId="77777777" w:rsidR="007F422D" w:rsidRDefault="007F422D" w:rsidP="0013032F">
            <w:pPr>
              <w:ind w:right="567"/>
              <w:rPr>
                <w:rFonts w:ascii="Calibri" w:hAnsi="Calibri" w:cs="Calibri"/>
                <w:b/>
              </w:rPr>
            </w:pPr>
            <w:r>
              <w:rPr>
                <w:rFonts w:ascii="Calibri" w:hAnsi="Calibri" w:cs="Calibri"/>
                <w:b/>
              </w:rPr>
              <w:t>Method and Interpretation (100-150 words):</w:t>
            </w:r>
          </w:p>
          <w:p w14:paraId="1FE0A3CF" w14:textId="77777777" w:rsidR="007F422D" w:rsidRDefault="007F422D" w:rsidP="0013032F">
            <w:pPr>
              <w:ind w:right="567"/>
              <w:rPr>
                <w:rFonts w:ascii="Calibri" w:hAnsi="Calibri" w:cs="Calibri"/>
                <w:b/>
              </w:rPr>
            </w:pPr>
          </w:p>
          <w:p w14:paraId="07F912AC" w14:textId="77777777" w:rsidR="007F422D" w:rsidRDefault="007F422D" w:rsidP="0013032F">
            <w:pPr>
              <w:ind w:right="567"/>
              <w:rPr>
                <w:rFonts w:ascii="Calibri" w:hAnsi="Calibri" w:cs="Calibri"/>
                <w:b/>
              </w:rPr>
            </w:pPr>
          </w:p>
          <w:p w14:paraId="794DF51F" w14:textId="77777777" w:rsidR="007F422D" w:rsidRDefault="007F422D" w:rsidP="0013032F">
            <w:pPr>
              <w:ind w:right="567"/>
              <w:rPr>
                <w:rFonts w:ascii="Calibri" w:hAnsi="Calibri" w:cs="Calibri"/>
                <w:b/>
              </w:rPr>
            </w:pPr>
          </w:p>
          <w:p w14:paraId="3EC19FA5" w14:textId="77777777" w:rsidR="007F422D" w:rsidRDefault="007F422D" w:rsidP="0013032F">
            <w:pPr>
              <w:ind w:right="567"/>
              <w:rPr>
                <w:rFonts w:ascii="Calibri" w:hAnsi="Calibri" w:cs="Calibri"/>
                <w:b/>
              </w:rPr>
            </w:pPr>
          </w:p>
          <w:p w14:paraId="251660AC" w14:textId="77777777" w:rsidR="007F422D" w:rsidRDefault="007F422D" w:rsidP="0013032F">
            <w:pPr>
              <w:ind w:right="567"/>
              <w:rPr>
                <w:rFonts w:ascii="Calibri" w:hAnsi="Calibri" w:cs="Calibri"/>
                <w:b/>
              </w:rPr>
            </w:pPr>
          </w:p>
          <w:p w14:paraId="66877741" w14:textId="77777777" w:rsidR="007F422D" w:rsidRDefault="007F422D" w:rsidP="0013032F">
            <w:pPr>
              <w:ind w:right="567"/>
              <w:rPr>
                <w:rFonts w:ascii="Calibri" w:hAnsi="Calibri" w:cs="Calibri"/>
                <w:b/>
              </w:rPr>
            </w:pPr>
          </w:p>
          <w:p w14:paraId="75F6F178" w14:textId="77777777" w:rsidR="007F422D" w:rsidRDefault="007F422D" w:rsidP="0013032F">
            <w:pPr>
              <w:ind w:right="567"/>
              <w:rPr>
                <w:rFonts w:ascii="Calibri" w:hAnsi="Calibri" w:cs="Calibri"/>
                <w:b/>
              </w:rPr>
            </w:pPr>
          </w:p>
          <w:p w14:paraId="1D9A8846" w14:textId="77777777" w:rsidR="007F422D" w:rsidRDefault="007F422D" w:rsidP="0013032F">
            <w:pPr>
              <w:ind w:right="567"/>
              <w:rPr>
                <w:rFonts w:ascii="Calibri" w:hAnsi="Calibri" w:cs="Calibri"/>
                <w:b/>
              </w:rPr>
            </w:pPr>
          </w:p>
          <w:p w14:paraId="4C6AACB0" w14:textId="77777777" w:rsidR="007F422D" w:rsidRDefault="007F422D" w:rsidP="0013032F">
            <w:pPr>
              <w:ind w:right="567"/>
              <w:rPr>
                <w:rFonts w:ascii="Calibri" w:hAnsi="Calibri" w:cs="Calibri"/>
                <w:b/>
              </w:rPr>
            </w:pPr>
          </w:p>
          <w:p w14:paraId="336FABD0" w14:textId="77777777" w:rsidR="007F422D" w:rsidRDefault="007F422D" w:rsidP="0013032F">
            <w:pPr>
              <w:ind w:right="567"/>
              <w:rPr>
                <w:rFonts w:ascii="Calibri" w:hAnsi="Calibri" w:cs="Calibri"/>
                <w:b/>
              </w:rPr>
            </w:pPr>
          </w:p>
          <w:p w14:paraId="5E1F162A" w14:textId="77777777" w:rsidR="007F422D" w:rsidRDefault="007F422D" w:rsidP="0013032F">
            <w:pPr>
              <w:ind w:right="567"/>
              <w:rPr>
                <w:rFonts w:ascii="Calibri" w:hAnsi="Calibri" w:cs="Calibri"/>
                <w:b/>
              </w:rPr>
            </w:pPr>
          </w:p>
          <w:p w14:paraId="69A22DA9" w14:textId="77777777" w:rsidR="007F422D" w:rsidRDefault="007F422D" w:rsidP="0013032F">
            <w:pPr>
              <w:ind w:right="567"/>
              <w:rPr>
                <w:rFonts w:ascii="Calibri" w:hAnsi="Calibri" w:cs="Calibri"/>
                <w:b/>
              </w:rPr>
            </w:pPr>
          </w:p>
          <w:p w14:paraId="0DBE9586" w14:textId="77777777" w:rsidR="007F422D" w:rsidRDefault="007F422D" w:rsidP="0013032F">
            <w:pPr>
              <w:ind w:right="567"/>
              <w:rPr>
                <w:rFonts w:ascii="Calibri" w:hAnsi="Calibri" w:cs="Calibri"/>
                <w:b/>
              </w:rPr>
            </w:pPr>
          </w:p>
        </w:tc>
      </w:tr>
    </w:tbl>
    <w:p w14:paraId="7C669FAD" w14:textId="77777777" w:rsidR="007F422D" w:rsidRPr="007F422D" w:rsidRDefault="007F422D" w:rsidP="007F422D">
      <w:pPr>
        <w:ind w:right="567"/>
        <w:rPr>
          <w:rFonts w:ascii="Calibri" w:hAnsi="Calibri" w:cs="Calibri"/>
          <w:b/>
        </w:rPr>
      </w:pPr>
    </w:p>
    <w:sectPr w:rsidR="007F422D" w:rsidRPr="007F422D" w:rsidSect="006C7CBA">
      <w:headerReference w:type="even" r:id="rId8"/>
      <w:headerReference w:type="default" r:id="rId9"/>
      <w:footerReference w:type="even" r:id="rId10"/>
      <w:footerReference w:type="default" r:id="rId11"/>
      <w:headerReference w:type="first" r:id="rId12"/>
      <w:footerReference w:type="first" r:id="rId13"/>
      <w:pgSz w:w="11909" w:h="16834" w:code="9"/>
      <w:pgMar w:top="715" w:right="2" w:bottom="993" w:left="0" w:header="0" w:footer="2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D3DC7" w14:textId="77777777" w:rsidR="00E82407" w:rsidRDefault="00E82407">
      <w:r>
        <w:separator/>
      </w:r>
    </w:p>
    <w:p w14:paraId="1007CACC" w14:textId="77777777" w:rsidR="00E82407" w:rsidRDefault="00E82407"/>
  </w:endnote>
  <w:endnote w:type="continuationSeparator" w:id="0">
    <w:p w14:paraId="70BDE9A8" w14:textId="77777777" w:rsidR="00E82407" w:rsidRDefault="00E82407">
      <w:r>
        <w:continuationSeparator/>
      </w:r>
    </w:p>
    <w:p w14:paraId="40B9B948" w14:textId="77777777" w:rsidR="00E82407" w:rsidRDefault="00E82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umanst521 BT">
    <w:altName w:val="Lucida Sans Unicode"/>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019AA" w14:textId="77777777" w:rsidR="00733DE6" w:rsidRDefault="00733DE6" w:rsidP="00733D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E58718" w14:textId="77777777" w:rsidR="00733DE6" w:rsidRDefault="00733DE6" w:rsidP="003C3078">
    <w:pPr>
      <w:pStyle w:val="Footer"/>
      <w:ind w:right="360"/>
    </w:pPr>
  </w:p>
  <w:p w14:paraId="597C729E" w14:textId="77777777" w:rsidR="00733DE6" w:rsidRDefault="00733D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E511E" w14:textId="77777777" w:rsidR="00733DE6" w:rsidRDefault="00733DE6" w:rsidP="00733D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422D">
      <w:rPr>
        <w:rStyle w:val="PageNumber"/>
        <w:noProof/>
      </w:rPr>
      <w:t>2</w:t>
    </w:r>
    <w:r>
      <w:rPr>
        <w:rStyle w:val="PageNumber"/>
      </w:rPr>
      <w:fldChar w:fldCharType="end"/>
    </w:r>
  </w:p>
  <w:p w14:paraId="270AA9CB" w14:textId="77777777" w:rsidR="00733DE6" w:rsidRDefault="00733DE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9AE91" w14:textId="77777777" w:rsidR="00276196" w:rsidRDefault="00276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D4A70" w14:textId="77777777" w:rsidR="00E82407" w:rsidRDefault="00E82407">
      <w:r>
        <w:separator/>
      </w:r>
    </w:p>
    <w:p w14:paraId="4E1D94B6" w14:textId="77777777" w:rsidR="00E82407" w:rsidRDefault="00E82407"/>
  </w:footnote>
  <w:footnote w:type="continuationSeparator" w:id="0">
    <w:p w14:paraId="04FB9E42" w14:textId="77777777" w:rsidR="00E82407" w:rsidRDefault="00E82407">
      <w:r>
        <w:continuationSeparator/>
      </w:r>
    </w:p>
    <w:p w14:paraId="43F2F609" w14:textId="77777777" w:rsidR="00E82407" w:rsidRDefault="00E824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04F39" w14:textId="77777777" w:rsidR="00276196" w:rsidRDefault="002761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1"/>
    </w:tblGrid>
    <w:tr w:rsidR="00D86651" w:rsidRPr="00A849C4" w14:paraId="21668105" w14:textId="77777777" w:rsidTr="00D86651">
      <w:trPr>
        <w:trHeight w:val="1741"/>
      </w:trPr>
      <w:tc>
        <w:tcPr>
          <w:tcW w:w="12361" w:type="dxa"/>
          <w:shd w:val="clear" w:color="auto" w:fill="000000"/>
        </w:tcPr>
        <w:p w14:paraId="6DC54B1E" w14:textId="77777777" w:rsidR="00D86651" w:rsidRPr="00A849C4" w:rsidRDefault="00D86651" w:rsidP="00A849C4">
          <w:pPr>
            <w:tabs>
              <w:tab w:val="center" w:pos="4513"/>
              <w:tab w:val="right" w:pos="9026"/>
            </w:tabs>
            <w:jc w:val="left"/>
            <w:rPr>
              <w:rFonts w:ascii="Calibri" w:eastAsia="Calibri" w:hAnsi="Calibri"/>
              <w:sz w:val="24"/>
            </w:rPr>
          </w:pPr>
        </w:p>
        <w:p w14:paraId="44DFC239" w14:textId="77777777" w:rsidR="00D86651" w:rsidRPr="00A849C4" w:rsidRDefault="00D86651" w:rsidP="00A849C4">
          <w:pPr>
            <w:tabs>
              <w:tab w:val="center" w:pos="4513"/>
              <w:tab w:val="right" w:pos="9026"/>
            </w:tabs>
            <w:jc w:val="left"/>
            <w:rPr>
              <w:rFonts w:ascii="Calibri" w:eastAsia="Calibri" w:hAnsi="Calibri"/>
              <w:sz w:val="24"/>
            </w:rPr>
          </w:pPr>
        </w:p>
        <w:p w14:paraId="572AD627" w14:textId="09D78349" w:rsidR="00D86651" w:rsidRPr="00A849C4" w:rsidRDefault="00D86651" w:rsidP="00D86651">
          <w:pPr>
            <w:tabs>
              <w:tab w:val="center" w:pos="4513"/>
              <w:tab w:val="right" w:pos="9026"/>
            </w:tabs>
            <w:jc w:val="center"/>
            <w:rPr>
              <w:rFonts w:ascii="Calibri" w:eastAsia="Calibri" w:hAnsi="Calibri"/>
              <w:b/>
              <w:sz w:val="40"/>
              <w:szCs w:val="40"/>
            </w:rPr>
          </w:pPr>
          <w:r>
            <w:rPr>
              <w:rFonts w:ascii="Calibri" w:eastAsia="Calibri" w:hAnsi="Calibri"/>
              <w:b/>
              <w:sz w:val="40"/>
              <w:szCs w:val="40"/>
            </w:rPr>
            <w:t xml:space="preserve">EARTH505: </w:t>
          </w:r>
          <w:r>
            <w:rPr>
              <w:rFonts w:ascii="Calibri" w:eastAsia="Calibri" w:hAnsi="Calibri"/>
              <w:b/>
              <w:sz w:val="40"/>
              <w:szCs w:val="40"/>
            </w:rPr>
            <w:t>L</w:t>
          </w:r>
          <w:r w:rsidR="00276196">
            <w:rPr>
              <w:rFonts w:ascii="Calibri" w:eastAsia="Calibri" w:hAnsi="Calibri"/>
              <w:b/>
              <w:sz w:val="40"/>
              <w:szCs w:val="40"/>
            </w:rPr>
            <w:t>AB</w:t>
          </w:r>
          <w:bookmarkStart w:id="0" w:name="_GoBack"/>
          <w:bookmarkEnd w:id="0"/>
          <w:r>
            <w:rPr>
              <w:rFonts w:ascii="Calibri" w:eastAsia="Calibri" w:hAnsi="Calibri"/>
              <w:b/>
              <w:sz w:val="40"/>
              <w:szCs w:val="40"/>
            </w:rPr>
            <w:t xml:space="preserve"> 1 - DEM GENERATION</w:t>
          </w:r>
        </w:p>
      </w:tc>
    </w:tr>
  </w:tbl>
  <w:p w14:paraId="7470510A" w14:textId="77777777" w:rsidR="00733DE6" w:rsidRPr="00A849C4" w:rsidRDefault="00733DE6" w:rsidP="00A849C4">
    <w:pPr>
      <w:tabs>
        <w:tab w:val="left" w:pos="165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44079" w14:textId="77777777" w:rsidR="00276196" w:rsidRDefault="00276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B5658"/>
    <w:multiLevelType w:val="hybridMultilevel"/>
    <w:tmpl w:val="570866C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0EC10BD"/>
    <w:multiLevelType w:val="hybridMultilevel"/>
    <w:tmpl w:val="BAE679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E6D34"/>
    <w:multiLevelType w:val="hybridMultilevel"/>
    <w:tmpl w:val="C7FE0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6A74F4"/>
    <w:multiLevelType w:val="hybridMultilevel"/>
    <w:tmpl w:val="205E34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6964D82"/>
    <w:multiLevelType w:val="hybridMultilevel"/>
    <w:tmpl w:val="833ABE2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6BE45A8"/>
    <w:multiLevelType w:val="hybridMultilevel"/>
    <w:tmpl w:val="7F788BFC"/>
    <w:lvl w:ilvl="0" w:tplc="D51E6F48">
      <w:start w:val="1"/>
      <w:numFmt w:val="decimal"/>
      <w:lvlText w:val="%1)"/>
      <w:lvlJc w:val="left"/>
      <w:pPr>
        <w:ind w:left="927" w:hanging="360"/>
      </w:pPr>
      <w:rPr>
        <w:rFonts w:ascii="Calibri" w:eastAsia="Times New Roman" w:hAnsi="Calibri" w:cs="Calibri"/>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074B78C0"/>
    <w:multiLevelType w:val="hybridMultilevel"/>
    <w:tmpl w:val="F1620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CA5E16"/>
    <w:multiLevelType w:val="hybridMultilevel"/>
    <w:tmpl w:val="6246B10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0CE64B8"/>
    <w:multiLevelType w:val="hybridMultilevel"/>
    <w:tmpl w:val="B36A72D4"/>
    <w:lvl w:ilvl="0" w:tplc="371C94FA">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6736448"/>
    <w:multiLevelType w:val="hybridMultilevel"/>
    <w:tmpl w:val="75B8AF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725D41"/>
    <w:multiLevelType w:val="hybridMultilevel"/>
    <w:tmpl w:val="9610753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B9140E3"/>
    <w:multiLevelType w:val="multilevel"/>
    <w:tmpl w:val="0FCC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BA37A9"/>
    <w:multiLevelType w:val="hybridMultilevel"/>
    <w:tmpl w:val="8CD2FC64"/>
    <w:lvl w:ilvl="0" w:tplc="2A52D228">
      <w:start w:val="1"/>
      <w:numFmt w:val="decimal"/>
      <w:lvlText w:val="%1."/>
      <w:lvlJc w:val="left"/>
      <w:pPr>
        <w:ind w:left="720" w:hanging="360"/>
      </w:pPr>
      <w:rPr>
        <w:i/>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2E5D2C"/>
    <w:multiLevelType w:val="hybridMultilevel"/>
    <w:tmpl w:val="1892111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541062"/>
    <w:multiLevelType w:val="hybridMultilevel"/>
    <w:tmpl w:val="5002C7E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D5670E1"/>
    <w:multiLevelType w:val="hybridMultilevel"/>
    <w:tmpl w:val="808E3D2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FCD1122"/>
    <w:multiLevelType w:val="hybridMultilevel"/>
    <w:tmpl w:val="DDFEDF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0277B0A"/>
    <w:multiLevelType w:val="hybridMultilevel"/>
    <w:tmpl w:val="0F36C70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C621B8"/>
    <w:multiLevelType w:val="hybridMultilevel"/>
    <w:tmpl w:val="96B66E66"/>
    <w:lvl w:ilvl="0" w:tplc="BEF673B2">
      <w:start w:val="1"/>
      <w:numFmt w:val="lowerLetter"/>
      <w:lvlText w:val="%1)"/>
      <w:lvlJc w:val="left"/>
      <w:pPr>
        <w:ind w:left="1080" w:hanging="360"/>
      </w:pPr>
      <w:rPr>
        <w:rFonts w:asciiTheme="minorHAnsi" w:eastAsia="Times New Roman" w:hAnsiTheme="minorHAnsi" w:cstheme="min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A3B3337"/>
    <w:multiLevelType w:val="hybridMultilevel"/>
    <w:tmpl w:val="E622402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0D8608B"/>
    <w:multiLevelType w:val="hybridMultilevel"/>
    <w:tmpl w:val="EA461D5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14A7C42"/>
    <w:multiLevelType w:val="hybridMultilevel"/>
    <w:tmpl w:val="A1B8AAA2"/>
    <w:lvl w:ilvl="0" w:tplc="972CE6B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4484458E"/>
    <w:multiLevelType w:val="hybridMultilevel"/>
    <w:tmpl w:val="D0888E1E"/>
    <w:lvl w:ilvl="0" w:tplc="08090017">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6340871"/>
    <w:multiLevelType w:val="hybridMultilevel"/>
    <w:tmpl w:val="123CF39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4EC77E4B"/>
    <w:multiLevelType w:val="hybridMultilevel"/>
    <w:tmpl w:val="B5E4961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2BF3820"/>
    <w:multiLevelType w:val="hybridMultilevel"/>
    <w:tmpl w:val="B7CC8A6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7D015D6"/>
    <w:multiLevelType w:val="hybridMultilevel"/>
    <w:tmpl w:val="B83AF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8D370FA"/>
    <w:multiLevelType w:val="hybridMultilevel"/>
    <w:tmpl w:val="F4F64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BF4E1E"/>
    <w:multiLevelType w:val="hybridMultilevel"/>
    <w:tmpl w:val="1D4C60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1E5153"/>
    <w:multiLevelType w:val="hybridMultilevel"/>
    <w:tmpl w:val="5CBE6B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300CD4"/>
    <w:multiLevelType w:val="hybridMultilevel"/>
    <w:tmpl w:val="5F70D8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44530C"/>
    <w:multiLevelType w:val="hybridMultilevel"/>
    <w:tmpl w:val="59F8EB0E"/>
    <w:lvl w:ilvl="0" w:tplc="940CFA28">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15:restartNumberingAfterBreak="0">
    <w:nsid w:val="73D50BAA"/>
    <w:multiLevelType w:val="hybridMultilevel"/>
    <w:tmpl w:val="2E4EB7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6B70B70"/>
    <w:multiLevelType w:val="hybridMultilevel"/>
    <w:tmpl w:val="CC9034B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78E2494C"/>
    <w:multiLevelType w:val="hybridMultilevel"/>
    <w:tmpl w:val="7690EBE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CB27BB7"/>
    <w:multiLevelType w:val="hybridMultilevel"/>
    <w:tmpl w:val="E8EE75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7D9F074A"/>
    <w:multiLevelType w:val="hybridMultilevel"/>
    <w:tmpl w:val="96A483A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7"/>
  </w:num>
  <w:num w:numId="2">
    <w:abstractNumId w:val="19"/>
  </w:num>
  <w:num w:numId="3">
    <w:abstractNumId w:val="29"/>
  </w:num>
  <w:num w:numId="4">
    <w:abstractNumId w:val="4"/>
  </w:num>
  <w:num w:numId="5">
    <w:abstractNumId w:val="14"/>
  </w:num>
  <w:num w:numId="6">
    <w:abstractNumId w:val="16"/>
  </w:num>
  <w:num w:numId="7">
    <w:abstractNumId w:val="35"/>
  </w:num>
  <w:num w:numId="8">
    <w:abstractNumId w:val="15"/>
  </w:num>
  <w:num w:numId="9">
    <w:abstractNumId w:val="36"/>
  </w:num>
  <w:num w:numId="10">
    <w:abstractNumId w:val="0"/>
  </w:num>
  <w:num w:numId="11">
    <w:abstractNumId w:val="20"/>
  </w:num>
  <w:num w:numId="12">
    <w:abstractNumId w:val="24"/>
  </w:num>
  <w:num w:numId="13">
    <w:abstractNumId w:val="34"/>
  </w:num>
  <w:num w:numId="14">
    <w:abstractNumId w:val="13"/>
  </w:num>
  <w:num w:numId="15">
    <w:abstractNumId w:val="33"/>
  </w:num>
  <w:num w:numId="16">
    <w:abstractNumId w:val="25"/>
  </w:num>
  <w:num w:numId="17">
    <w:abstractNumId w:val="7"/>
  </w:num>
  <w:num w:numId="18">
    <w:abstractNumId w:val="3"/>
  </w:num>
  <w:num w:numId="19">
    <w:abstractNumId w:val="26"/>
  </w:num>
  <w:num w:numId="20">
    <w:abstractNumId w:val="10"/>
  </w:num>
  <w:num w:numId="21">
    <w:abstractNumId w:val="11"/>
  </w:num>
  <w:num w:numId="22">
    <w:abstractNumId w:val="1"/>
  </w:num>
  <w:num w:numId="23">
    <w:abstractNumId w:val="2"/>
  </w:num>
  <w:num w:numId="24">
    <w:abstractNumId w:val="9"/>
  </w:num>
  <w:num w:numId="25">
    <w:abstractNumId w:val="6"/>
  </w:num>
  <w:num w:numId="26">
    <w:abstractNumId w:val="32"/>
  </w:num>
  <w:num w:numId="27">
    <w:abstractNumId w:val="22"/>
  </w:num>
  <w:num w:numId="28">
    <w:abstractNumId w:val="28"/>
  </w:num>
  <w:num w:numId="29">
    <w:abstractNumId w:val="27"/>
  </w:num>
  <w:num w:numId="30">
    <w:abstractNumId w:val="30"/>
  </w:num>
  <w:num w:numId="31">
    <w:abstractNumId w:val="18"/>
  </w:num>
  <w:num w:numId="32">
    <w:abstractNumId w:val="12"/>
  </w:num>
  <w:num w:numId="33">
    <w:abstractNumId w:val="23"/>
  </w:num>
  <w:num w:numId="34">
    <w:abstractNumId w:val="31"/>
  </w:num>
  <w:num w:numId="35">
    <w:abstractNumId w:val="21"/>
  </w:num>
  <w:num w:numId="36">
    <w:abstractNumId w:val="5"/>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E9F"/>
    <w:rsid w:val="00003151"/>
    <w:rsid w:val="0000328B"/>
    <w:rsid w:val="00004532"/>
    <w:rsid w:val="00007EA2"/>
    <w:rsid w:val="000207E5"/>
    <w:rsid w:val="00021958"/>
    <w:rsid w:val="000348FD"/>
    <w:rsid w:val="00034F2F"/>
    <w:rsid w:val="000541D7"/>
    <w:rsid w:val="00056F38"/>
    <w:rsid w:val="00095781"/>
    <w:rsid w:val="000A2942"/>
    <w:rsid w:val="000A77FE"/>
    <w:rsid w:val="000C7BE8"/>
    <w:rsid w:val="000E24A7"/>
    <w:rsid w:val="000F4A68"/>
    <w:rsid w:val="00117D0A"/>
    <w:rsid w:val="00125647"/>
    <w:rsid w:val="00142EFB"/>
    <w:rsid w:val="001558FE"/>
    <w:rsid w:val="00155E4C"/>
    <w:rsid w:val="00157AC5"/>
    <w:rsid w:val="00167F48"/>
    <w:rsid w:val="0019478F"/>
    <w:rsid w:val="001A0D4C"/>
    <w:rsid w:val="001A3CB1"/>
    <w:rsid w:val="001B11DF"/>
    <w:rsid w:val="001B17FA"/>
    <w:rsid w:val="001B5D13"/>
    <w:rsid w:val="001C5740"/>
    <w:rsid w:val="001C61B5"/>
    <w:rsid w:val="001D3D28"/>
    <w:rsid w:val="00234514"/>
    <w:rsid w:val="00252A26"/>
    <w:rsid w:val="0025393B"/>
    <w:rsid w:val="002554AC"/>
    <w:rsid w:val="002612F8"/>
    <w:rsid w:val="002618B3"/>
    <w:rsid w:val="00274471"/>
    <w:rsid w:val="00274F09"/>
    <w:rsid w:val="00276196"/>
    <w:rsid w:val="002912AB"/>
    <w:rsid w:val="002B6918"/>
    <w:rsid w:val="002B7CA5"/>
    <w:rsid w:val="002B7FDA"/>
    <w:rsid w:val="002D1490"/>
    <w:rsid w:val="002D21E9"/>
    <w:rsid w:val="002D7F04"/>
    <w:rsid w:val="002F00F6"/>
    <w:rsid w:val="002F60E6"/>
    <w:rsid w:val="00303385"/>
    <w:rsid w:val="003038D1"/>
    <w:rsid w:val="003069C6"/>
    <w:rsid w:val="00312605"/>
    <w:rsid w:val="003139B5"/>
    <w:rsid w:val="00321FE9"/>
    <w:rsid w:val="00324A89"/>
    <w:rsid w:val="00333C47"/>
    <w:rsid w:val="00390FFD"/>
    <w:rsid w:val="003B3E6E"/>
    <w:rsid w:val="003C0005"/>
    <w:rsid w:val="003C3078"/>
    <w:rsid w:val="003C31BF"/>
    <w:rsid w:val="003C4EAC"/>
    <w:rsid w:val="003C7F6A"/>
    <w:rsid w:val="003D66B4"/>
    <w:rsid w:val="004008D1"/>
    <w:rsid w:val="004038F5"/>
    <w:rsid w:val="00415001"/>
    <w:rsid w:val="0043504D"/>
    <w:rsid w:val="0044017D"/>
    <w:rsid w:val="00487EF5"/>
    <w:rsid w:val="00494C4A"/>
    <w:rsid w:val="004A1DFB"/>
    <w:rsid w:val="004D1393"/>
    <w:rsid w:val="004F03D1"/>
    <w:rsid w:val="004F542B"/>
    <w:rsid w:val="005243A4"/>
    <w:rsid w:val="005366E7"/>
    <w:rsid w:val="00562981"/>
    <w:rsid w:val="005679C6"/>
    <w:rsid w:val="0057356E"/>
    <w:rsid w:val="005803D5"/>
    <w:rsid w:val="0058790D"/>
    <w:rsid w:val="00591E03"/>
    <w:rsid w:val="00592AE8"/>
    <w:rsid w:val="005A0DBB"/>
    <w:rsid w:val="005C59BD"/>
    <w:rsid w:val="00607AF6"/>
    <w:rsid w:val="00626C17"/>
    <w:rsid w:val="00631CF2"/>
    <w:rsid w:val="00647D18"/>
    <w:rsid w:val="006516D3"/>
    <w:rsid w:val="006668C2"/>
    <w:rsid w:val="00695A98"/>
    <w:rsid w:val="006B5847"/>
    <w:rsid w:val="006C563F"/>
    <w:rsid w:val="006C7CBA"/>
    <w:rsid w:val="006D2B9F"/>
    <w:rsid w:val="00702889"/>
    <w:rsid w:val="00710B89"/>
    <w:rsid w:val="007200CC"/>
    <w:rsid w:val="00726EB1"/>
    <w:rsid w:val="00733DE6"/>
    <w:rsid w:val="0073432E"/>
    <w:rsid w:val="00742F3E"/>
    <w:rsid w:val="00750B20"/>
    <w:rsid w:val="0076533A"/>
    <w:rsid w:val="007656E9"/>
    <w:rsid w:val="00781E2A"/>
    <w:rsid w:val="007940B6"/>
    <w:rsid w:val="00794DE5"/>
    <w:rsid w:val="007B1034"/>
    <w:rsid w:val="007B7146"/>
    <w:rsid w:val="007B79D5"/>
    <w:rsid w:val="007E2154"/>
    <w:rsid w:val="007F422D"/>
    <w:rsid w:val="00821927"/>
    <w:rsid w:val="0083081B"/>
    <w:rsid w:val="008463F0"/>
    <w:rsid w:val="00847E11"/>
    <w:rsid w:val="00861D1E"/>
    <w:rsid w:val="008709B9"/>
    <w:rsid w:val="008824F6"/>
    <w:rsid w:val="00897837"/>
    <w:rsid w:val="008A3FF5"/>
    <w:rsid w:val="008A65D0"/>
    <w:rsid w:val="008C6FCA"/>
    <w:rsid w:val="008D12AF"/>
    <w:rsid w:val="008D3960"/>
    <w:rsid w:val="008E533A"/>
    <w:rsid w:val="008E6353"/>
    <w:rsid w:val="00904366"/>
    <w:rsid w:val="0090519B"/>
    <w:rsid w:val="00905455"/>
    <w:rsid w:val="00905FC5"/>
    <w:rsid w:val="00923D7C"/>
    <w:rsid w:val="00956132"/>
    <w:rsid w:val="009664A3"/>
    <w:rsid w:val="00967398"/>
    <w:rsid w:val="00970619"/>
    <w:rsid w:val="009775EE"/>
    <w:rsid w:val="0097770C"/>
    <w:rsid w:val="00996CE4"/>
    <w:rsid w:val="009A4942"/>
    <w:rsid w:val="009C5407"/>
    <w:rsid w:val="009F6E05"/>
    <w:rsid w:val="00A023ED"/>
    <w:rsid w:val="00A03326"/>
    <w:rsid w:val="00A14459"/>
    <w:rsid w:val="00A225D1"/>
    <w:rsid w:val="00A24D34"/>
    <w:rsid w:val="00A42CE9"/>
    <w:rsid w:val="00A52081"/>
    <w:rsid w:val="00A52953"/>
    <w:rsid w:val="00A53E9F"/>
    <w:rsid w:val="00A648FB"/>
    <w:rsid w:val="00A72D5E"/>
    <w:rsid w:val="00A74BAD"/>
    <w:rsid w:val="00A849C4"/>
    <w:rsid w:val="00A94F89"/>
    <w:rsid w:val="00AA1BE9"/>
    <w:rsid w:val="00AD2312"/>
    <w:rsid w:val="00AD529B"/>
    <w:rsid w:val="00AD57AA"/>
    <w:rsid w:val="00B04364"/>
    <w:rsid w:val="00B13EC7"/>
    <w:rsid w:val="00B22A27"/>
    <w:rsid w:val="00B24FDE"/>
    <w:rsid w:val="00B42C39"/>
    <w:rsid w:val="00B62EED"/>
    <w:rsid w:val="00B723E5"/>
    <w:rsid w:val="00B80784"/>
    <w:rsid w:val="00B95C54"/>
    <w:rsid w:val="00BA3E09"/>
    <w:rsid w:val="00BA5F52"/>
    <w:rsid w:val="00BB4BBD"/>
    <w:rsid w:val="00BB4C42"/>
    <w:rsid w:val="00BC420A"/>
    <w:rsid w:val="00BF5DBB"/>
    <w:rsid w:val="00C81118"/>
    <w:rsid w:val="00CB5418"/>
    <w:rsid w:val="00CB62B8"/>
    <w:rsid w:val="00CC1F67"/>
    <w:rsid w:val="00CD0D7D"/>
    <w:rsid w:val="00CD6E5B"/>
    <w:rsid w:val="00D044AC"/>
    <w:rsid w:val="00D06DEE"/>
    <w:rsid w:val="00D26C1F"/>
    <w:rsid w:val="00D37754"/>
    <w:rsid w:val="00D644B7"/>
    <w:rsid w:val="00D667CE"/>
    <w:rsid w:val="00D70189"/>
    <w:rsid w:val="00D75DFA"/>
    <w:rsid w:val="00D827CE"/>
    <w:rsid w:val="00D8612E"/>
    <w:rsid w:val="00D86651"/>
    <w:rsid w:val="00DA007C"/>
    <w:rsid w:val="00DA3B0B"/>
    <w:rsid w:val="00DB00BE"/>
    <w:rsid w:val="00DB1CEA"/>
    <w:rsid w:val="00DC44A4"/>
    <w:rsid w:val="00DD66FC"/>
    <w:rsid w:val="00DF6646"/>
    <w:rsid w:val="00E1487B"/>
    <w:rsid w:val="00E25B03"/>
    <w:rsid w:val="00E2798D"/>
    <w:rsid w:val="00E30323"/>
    <w:rsid w:val="00E33181"/>
    <w:rsid w:val="00E45CA2"/>
    <w:rsid w:val="00E505DA"/>
    <w:rsid w:val="00E60449"/>
    <w:rsid w:val="00E65A14"/>
    <w:rsid w:val="00E82407"/>
    <w:rsid w:val="00E916B5"/>
    <w:rsid w:val="00EA00F7"/>
    <w:rsid w:val="00EA45B5"/>
    <w:rsid w:val="00EA582C"/>
    <w:rsid w:val="00EB56DC"/>
    <w:rsid w:val="00EB7A4D"/>
    <w:rsid w:val="00ED5796"/>
    <w:rsid w:val="00ED7A68"/>
    <w:rsid w:val="00EE5162"/>
    <w:rsid w:val="00EE7BCF"/>
    <w:rsid w:val="00EF6CD3"/>
    <w:rsid w:val="00F077F9"/>
    <w:rsid w:val="00F13626"/>
    <w:rsid w:val="00F17239"/>
    <w:rsid w:val="00F45F7B"/>
    <w:rsid w:val="00F64E81"/>
    <w:rsid w:val="00F75140"/>
    <w:rsid w:val="00F76819"/>
    <w:rsid w:val="00F86C0F"/>
    <w:rsid w:val="00F91AD0"/>
    <w:rsid w:val="00F97730"/>
    <w:rsid w:val="00FA702A"/>
    <w:rsid w:val="00FD3982"/>
    <w:rsid w:val="00FD6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E8BF6"/>
  <w15:docId w15:val="{600FA367-85D6-42B9-AA14-F4040ECD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69C6"/>
    <w:pPr>
      <w:jc w:val="both"/>
    </w:pPr>
    <w:rPr>
      <w:rFonts w:ascii="Tahoma" w:hAnsi="Tahoma"/>
      <w:sz w:val="22"/>
      <w:szCs w:val="24"/>
      <w:lang w:eastAsia="en-US"/>
    </w:rPr>
  </w:style>
  <w:style w:type="paragraph" w:styleId="Heading1">
    <w:name w:val="heading 1"/>
    <w:basedOn w:val="Normal"/>
    <w:next w:val="Normal"/>
    <w:link w:val="Heading1Char"/>
    <w:autoRedefine/>
    <w:qFormat/>
    <w:rsid w:val="003069C6"/>
    <w:pPr>
      <w:keepNext/>
      <w:pBdr>
        <w:top w:val="single" w:sz="4" w:space="1" w:color="auto"/>
      </w:pBdr>
      <w:shd w:val="clear" w:color="auto" w:fill="B3B3B3"/>
      <w:spacing w:before="240" w:after="60"/>
      <w:outlineLvl w:val="0"/>
    </w:pPr>
    <w:rPr>
      <w:rFonts w:cs="Arial"/>
      <w:b/>
      <w:bCs/>
      <w:kern w:val="32"/>
      <w:szCs w:val="32"/>
    </w:rPr>
  </w:style>
  <w:style w:type="paragraph" w:styleId="Heading2">
    <w:name w:val="heading 2"/>
    <w:basedOn w:val="Normal"/>
    <w:next w:val="Normal"/>
    <w:qFormat/>
    <w:rsid w:val="003069C6"/>
    <w:pPr>
      <w:keepNext/>
      <w:spacing w:before="240" w:after="60"/>
      <w:outlineLvl w:val="1"/>
    </w:pPr>
    <w:rPr>
      <w:rFonts w:cs="Arial"/>
      <w:b/>
      <w:bCs/>
      <w:i/>
      <w:iCs/>
      <w:szCs w:val="28"/>
    </w:rPr>
  </w:style>
  <w:style w:type="paragraph" w:styleId="Heading3">
    <w:name w:val="heading 3"/>
    <w:basedOn w:val="Normal"/>
    <w:next w:val="Normal"/>
    <w:autoRedefine/>
    <w:qFormat/>
    <w:rsid w:val="003069C6"/>
    <w:pPr>
      <w:keepNext/>
      <w:spacing w:before="240" w:after="60"/>
      <w:outlineLvl w:val="2"/>
    </w:pPr>
    <w:rPr>
      <w:rFonts w:cs="Arial"/>
      <w:b/>
      <w:bCs/>
      <w:sz w:val="20"/>
      <w:szCs w:val="26"/>
    </w:rPr>
  </w:style>
  <w:style w:type="paragraph" w:styleId="Heading4">
    <w:name w:val="heading 4"/>
    <w:basedOn w:val="Normal"/>
    <w:next w:val="Normal"/>
    <w:link w:val="Heading4Char"/>
    <w:semiHidden/>
    <w:unhideWhenUsed/>
    <w:qFormat/>
    <w:rsid w:val="00DB00B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Header">
    <w:name w:val="Address Header"/>
    <w:basedOn w:val="Header"/>
    <w:rsid w:val="001C61B5"/>
    <w:rPr>
      <w:rFonts w:ascii="Humanst521 BT" w:hAnsi="Humanst521 BT"/>
      <w:sz w:val="16"/>
    </w:rPr>
  </w:style>
  <w:style w:type="paragraph" w:styleId="Header">
    <w:name w:val="header"/>
    <w:basedOn w:val="Normal"/>
    <w:rsid w:val="003069C6"/>
    <w:pPr>
      <w:tabs>
        <w:tab w:val="center" w:pos="4320"/>
        <w:tab w:val="right" w:pos="8640"/>
      </w:tabs>
      <w:jc w:val="left"/>
    </w:pPr>
    <w:rPr>
      <w:b/>
      <w:caps/>
      <w:sz w:val="32"/>
    </w:rPr>
  </w:style>
  <w:style w:type="paragraph" w:styleId="Footer">
    <w:name w:val="footer"/>
    <w:basedOn w:val="Normal"/>
    <w:autoRedefine/>
    <w:rsid w:val="00710B89"/>
    <w:pPr>
      <w:tabs>
        <w:tab w:val="center" w:pos="4320"/>
        <w:tab w:val="right" w:pos="8640"/>
      </w:tabs>
    </w:pPr>
    <w:rPr>
      <w:sz w:val="16"/>
      <w:szCs w:val="16"/>
    </w:rPr>
  </w:style>
  <w:style w:type="paragraph" w:styleId="DocumentMap">
    <w:name w:val="Document Map"/>
    <w:basedOn w:val="Normal"/>
    <w:semiHidden/>
    <w:rsid w:val="00A14459"/>
    <w:pPr>
      <w:shd w:val="clear" w:color="auto" w:fill="000080"/>
    </w:pPr>
    <w:rPr>
      <w:rFonts w:cs="Tahoma"/>
      <w:sz w:val="20"/>
      <w:szCs w:val="20"/>
    </w:rPr>
  </w:style>
  <w:style w:type="table" w:styleId="TableGrid">
    <w:name w:val="Table Grid"/>
    <w:basedOn w:val="TableNormal"/>
    <w:rsid w:val="00B95C5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C3078"/>
  </w:style>
  <w:style w:type="character" w:styleId="Hyperlink">
    <w:name w:val="Hyperlink"/>
    <w:rsid w:val="00007EA2"/>
    <w:rPr>
      <w:color w:val="0000FF"/>
      <w:u w:val="single"/>
    </w:rPr>
  </w:style>
  <w:style w:type="character" w:styleId="FollowedHyperlink">
    <w:name w:val="FollowedHyperlink"/>
    <w:rsid w:val="00905455"/>
    <w:rPr>
      <w:color w:val="800080"/>
      <w:u w:val="single"/>
    </w:rPr>
  </w:style>
  <w:style w:type="paragraph" w:styleId="NormalWeb">
    <w:name w:val="Normal (Web)"/>
    <w:basedOn w:val="Normal"/>
    <w:rsid w:val="00647D18"/>
    <w:pPr>
      <w:jc w:val="left"/>
    </w:pPr>
    <w:rPr>
      <w:rFonts w:ascii="Times New Roman" w:hAnsi="Times New Roman"/>
      <w:sz w:val="24"/>
      <w:lang w:eastAsia="en-GB"/>
    </w:rPr>
  </w:style>
  <w:style w:type="character" w:customStyle="1" w:styleId="fnt3">
    <w:name w:val="fnt3"/>
    <w:basedOn w:val="DefaultParagraphFont"/>
    <w:rsid w:val="00647D18"/>
  </w:style>
  <w:style w:type="character" w:customStyle="1" w:styleId="label">
    <w:name w:val="label"/>
    <w:basedOn w:val="DefaultParagraphFont"/>
    <w:rsid w:val="00647D18"/>
  </w:style>
  <w:style w:type="character" w:customStyle="1" w:styleId="fnt0">
    <w:name w:val="fnt0"/>
    <w:basedOn w:val="DefaultParagraphFont"/>
    <w:rsid w:val="00647D18"/>
  </w:style>
  <w:style w:type="paragraph" w:styleId="BalloonText">
    <w:name w:val="Balloon Text"/>
    <w:basedOn w:val="Normal"/>
    <w:link w:val="BalloonTextChar"/>
    <w:rsid w:val="00D8612E"/>
    <w:rPr>
      <w:rFonts w:cs="Tahoma"/>
      <w:sz w:val="16"/>
      <w:szCs w:val="16"/>
    </w:rPr>
  </w:style>
  <w:style w:type="character" w:customStyle="1" w:styleId="BalloonTextChar">
    <w:name w:val="Balloon Text Char"/>
    <w:link w:val="BalloonText"/>
    <w:rsid w:val="00D8612E"/>
    <w:rPr>
      <w:rFonts w:ascii="Tahoma" w:hAnsi="Tahoma" w:cs="Tahoma"/>
      <w:sz w:val="16"/>
      <w:szCs w:val="16"/>
      <w:lang w:eastAsia="en-US"/>
    </w:rPr>
  </w:style>
  <w:style w:type="paragraph" w:styleId="ListParagraph">
    <w:name w:val="List Paragraph"/>
    <w:basedOn w:val="Normal"/>
    <w:uiPriority w:val="34"/>
    <w:qFormat/>
    <w:rsid w:val="00312605"/>
    <w:pPr>
      <w:ind w:left="720"/>
    </w:pPr>
  </w:style>
  <w:style w:type="character" w:customStyle="1" w:styleId="Heading1Char">
    <w:name w:val="Heading 1 Char"/>
    <w:link w:val="Heading1"/>
    <w:rsid w:val="001B17FA"/>
    <w:rPr>
      <w:rFonts w:ascii="Tahoma" w:hAnsi="Tahoma" w:cs="Arial"/>
      <w:b/>
      <w:bCs/>
      <w:kern w:val="32"/>
      <w:sz w:val="22"/>
      <w:szCs w:val="32"/>
      <w:shd w:val="clear" w:color="auto" w:fill="B3B3B3"/>
      <w:lang w:eastAsia="en-US"/>
    </w:rPr>
  </w:style>
  <w:style w:type="character" w:customStyle="1" w:styleId="Heading4Char">
    <w:name w:val="Heading 4 Char"/>
    <w:link w:val="Heading4"/>
    <w:semiHidden/>
    <w:rsid w:val="00DB00BE"/>
    <w:rPr>
      <w:rFonts w:ascii="Calibri" w:eastAsia="Times New Roman" w:hAnsi="Calibri" w:cs="Times New Roman"/>
      <w:b/>
      <w:bCs/>
      <w:sz w:val="28"/>
      <w:szCs w:val="28"/>
      <w:lang w:eastAsia="en-US"/>
    </w:rPr>
  </w:style>
  <w:style w:type="character" w:styleId="PlaceholderText">
    <w:name w:val="Placeholder Text"/>
    <w:basedOn w:val="DefaultParagraphFont"/>
    <w:uiPriority w:val="99"/>
    <w:semiHidden/>
    <w:rsid w:val="00CD0D7D"/>
    <w:rPr>
      <w:color w:val="808080"/>
    </w:rPr>
  </w:style>
  <w:style w:type="paragraph" w:styleId="BodyText">
    <w:name w:val="Body Text"/>
    <w:basedOn w:val="Normal"/>
    <w:link w:val="BodyTextChar"/>
    <w:rsid w:val="00861D1E"/>
    <w:rPr>
      <w:rFonts w:ascii="Times New Roman" w:hAnsi="Times New Roman"/>
      <w:sz w:val="20"/>
      <w:szCs w:val="20"/>
    </w:rPr>
  </w:style>
  <w:style w:type="character" w:customStyle="1" w:styleId="BodyTextChar">
    <w:name w:val="Body Text Char"/>
    <w:basedOn w:val="DefaultParagraphFont"/>
    <w:link w:val="BodyText"/>
    <w:rsid w:val="00861D1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76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w\Application%20Data\Microsoft\Templates\GG30220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0480F-ADC9-4F34-B49E-7D96E2BB6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GG30220_Template.dot</Template>
  <TotalTime>26</TotalTime>
  <Pages>4</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MODEL SELECTION ESSAY</vt:lpstr>
    </vt:vector>
  </TitlesOfParts>
  <Company>IGES (UWA)</Company>
  <LinksUpToDate>false</LinksUpToDate>
  <CharactersWithSpaces>2469</CharactersWithSpaces>
  <SharedDoc>false</SharedDoc>
  <HLinks>
    <vt:vector size="30" baseType="variant">
      <vt:variant>
        <vt:i4>6226018</vt:i4>
      </vt:variant>
      <vt:variant>
        <vt:i4>12</vt:i4>
      </vt:variant>
      <vt:variant>
        <vt:i4>0</vt:i4>
      </vt:variant>
      <vt:variant>
        <vt:i4>5</vt:i4>
      </vt:variant>
      <vt:variant>
        <vt:lpwstr>http://soa.utexas.edu/crp/gis/ppm/tutorials/arcgis_basics/index.html</vt:lpwstr>
      </vt:variant>
      <vt:variant>
        <vt:lpwstr/>
      </vt:variant>
      <vt:variant>
        <vt:i4>6226018</vt:i4>
      </vt:variant>
      <vt:variant>
        <vt:i4>9</vt:i4>
      </vt:variant>
      <vt:variant>
        <vt:i4>0</vt:i4>
      </vt:variant>
      <vt:variant>
        <vt:i4>5</vt:i4>
      </vt:variant>
      <vt:variant>
        <vt:lpwstr>http://soa.utexas.edu/crp/gis/ppm/tutorials/arcgis_basics/index.html</vt:lpwstr>
      </vt:variant>
      <vt:variant>
        <vt:lpwstr/>
      </vt:variant>
      <vt:variant>
        <vt:i4>393252</vt:i4>
      </vt:variant>
      <vt:variant>
        <vt:i4>6</vt:i4>
      </vt:variant>
      <vt:variant>
        <vt:i4>0</vt:i4>
      </vt:variant>
      <vt:variant>
        <vt:i4>5</vt:i4>
      </vt:variant>
      <vt:variant>
        <vt:lpwstr>http://webhelp.esri.com/arcgisdesktop/9.2/index.cfm?TopicName=Basics_of_making_maps</vt:lpwstr>
      </vt:variant>
      <vt:variant>
        <vt:lpwstr/>
      </vt:variant>
      <vt:variant>
        <vt:i4>4653182</vt:i4>
      </vt:variant>
      <vt:variant>
        <vt:i4>3</vt:i4>
      </vt:variant>
      <vt:variant>
        <vt:i4>0</vt:i4>
      </vt:variant>
      <vt:variant>
        <vt:i4>5</vt:i4>
      </vt:variant>
      <vt:variant>
        <vt:lpwstr>http://webhelp.esri.com/arcgisdesktop/9.2/index.cfm?TopicName=Creating_a_new_map</vt:lpwstr>
      </vt:variant>
      <vt:variant>
        <vt:lpwstr/>
      </vt:variant>
      <vt:variant>
        <vt:i4>4653182</vt:i4>
      </vt:variant>
      <vt:variant>
        <vt:i4>0</vt:i4>
      </vt:variant>
      <vt:variant>
        <vt:i4>0</vt:i4>
      </vt:variant>
      <vt:variant>
        <vt:i4>5</vt:i4>
      </vt:variant>
      <vt:variant>
        <vt:lpwstr>http://webhelp.esri.com/arcgisdesktop/9.2/index.cfm?TopicName=Creating_a_new_map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SELECTION ESSAY</dc:title>
  <dc:creator>James Brasington</dc:creator>
  <cp:lastModifiedBy>phoenix</cp:lastModifiedBy>
  <cp:revision>5</cp:revision>
  <cp:lastPrinted>2007-02-07T16:01:00Z</cp:lastPrinted>
  <dcterms:created xsi:type="dcterms:W3CDTF">2016-11-20T23:20:00Z</dcterms:created>
  <dcterms:modified xsi:type="dcterms:W3CDTF">2019-06-23T11:28:00Z</dcterms:modified>
</cp:coreProperties>
</file>